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F1480E" w14:paraId="49703D47" w14:textId="77777777" w:rsidTr="00146EEC">
        <w:tc>
          <w:tcPr>
            <w:tcW w:w="2689" w:type="dxa"/>
          </w:tcPr>
          <w:p w14:paraId="219CB830" w14:textId="02678C43" w:rsidR="00F1480E" w:rsidRPr="000754EC" w:rsidRDefault="00F1480E" w:rsidP="000754EC">
            <w:pPr>
              <w:pStyle w:val="SIText"/>
            </w:pPr>
            <w:r w:rsidRPr="00CC451E">
              <w:t>Release</w:t>
            </w:r>
            <w:r w:rsidR="00337E82" w:rsidRPr="000754EC">
              <w:t xml:space="preserve"> </w:t>
            </w:r>
            <w:r w:rsidR="00E933B0">
              <w:t>1</w:t>
            </w:r>
          </w:p>
        </w:tc>
        <w:tc>
          <w:tcPr>
            <w:tcW w:w="6939" w:type="dxa"/>
          </w:tcPr>
          <w:p w14:paraId="1452D98A" w14:textId="4415F573" w:rsidR="00F1480E" w:rsidRPr="000754EC" w:rsidRDefault="00F1480E" w:rsidP="000754EC">
            <w:pPr>
              <w:pStyle w:val="SIText"/>
            </w:pPr>
            <w:r w:rsidRPr="00CC451E">
              <w:t xml:space="preserve">This version released with </w:t>
            </w:r>
            <w:r w:rsidR="00E933B0">
              <w:t xml:space="preserve">AHC Agriculture, Horticulture and Conservation and Land Management </w:t>
            </w:r>
            <w:r w:rsidR="00337E82" w:rsidRPr="000754EC">
              <w:t>Training</w:t>
            </w:r>
            <w:r w:rsidRPr="000754EC">
              <w:t xml:space="preserve"> Package Version </w:t>
            </w:r>
            <w:r w:rsidR="00D451EF">
              <w:t>6</w:t>
            </w:r>
            <w:bookmarkStart w:id="0" w:name="_GoBack"/>
            <w:bookmarkEnd w:id="0"/>
            <w:r w:rsidR="00337E82" w:rsidRPr="000754EC">
              <w:t>.0</w:t>
            </w:r>
            <w:r w:rsidRPr="000754EC">
              <w:t>.</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956D7">
        <w:trPr>
          <w:tblHeader/>
        </w:trPr>
        <w:tc>
          <w:tcPr>
            <w:tcW w:w="1396" w:type="pct"/>
            <w:shd w:val="clear" w:color="auto" w:fill="auto"/>
          </w:tcPr>
          <w:p w14:paraId="781F69A0" w14:textId="1EF26C79" w:rsidR="00F1480E" w:rsidRPr="000754EC" w:rsidRDefault="00E933B0" w:rsidP="000754EC">
            <w:pPr>
              <w:pStyle w:val="SIUNITCODE"/>
            </w:pPr>
            <w:r>
              <w:t>AHC</w:t>
            </w:r>
            <w:r w:rsidR="00AB51ED">
              <w:t>BAC</w:t>
            </w:r>
            <w:r w:rsidR="0058449A">
              <w:t>301</w:t>
            </w:r>
          </w:p>
        </w:tc>
        <w:tc>
          <w:tcPr>
            <w:tcW w:w="3604" w:type="pct"/>
            <w:shd w:val="clear" w:color="auto" w:fill="auto"/>
          </w:tcPr>
          <w:p w14:paraId="68240ED7" w14:textId="1E8C57F1" w:rsidR="00F1480E" w:rsidRPr="000754EC" w:rsidRDefault="0058449A" w:rsidP="000754EC">
            <w:pPr>
              <w:pStyle w:val="SIUnittitle"/>
            </w:pPr>
            <w:r w:rsidRPr="0058449A">
              <w:t>Conserve forage</w:t>
            </w:r>
          </w:p>
        </w:tc>
      </w:tr>
      <w:tr w:rsidR="00F1480E" w:rsidRPr="00963A46" w14:paraId="25DF8325" w14:textId="77777777" w:rsidTr="00C956D7">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019A3C25" w14:textId="506DB0EC" w:rsidR="0058449A" w:rsidRPr="008B1E52" w:rsidRDefault="0058449A">
            <w:pPr>
              <w:pStyle w:val="SIText"/>
            </w:pPr>
            <w:r w:rsidRPr="008B1E52">
              <w:t xml:space="preserve">This unit of competency describes the skills and knowledge required to </w:t>
            </w:r>
            <w:r w:rsidR="00EC37D7" w:rsidRPr="002D7773">
              <w:t xml:space="preserve">prepare paddocks and storage facilities for forage </w:t>
            </w:r>
            <w:r w:rsidRPr="008B1E52">
              <w:t>conserv</w:t>
            </w:r>
            <w:r w:rsidR="00EC37D7" w:rsidRPr="002D7773">
              <w:t>ation, and process and harvest forage crops and place into storage</w:t>
            </w:r>
            <w:r w:rsidR="008B1E52" w:rsidRPr="002D7773">
              <w:t xml:space="preserve">, this process also </w:t>
            </w:r>
            <w:r w:rsidRPr="008B1E52">
              <w:t xml:space="preserve">includes </w:t>
            </w:r>
            <w:r w:rsidR="00EC37D7" w:rsidRPr="002D7773">
              <w:t>managing</w:t>
            </w:r>
            <w:r w:rsidR="00EC37D7" w:rsidRPr="008B1E52">
              <w:t xml:space="preserve"> </w:t>
            </w:r>
            <w:r w:rsidRPr="008B1E52">
              <w:t xml:space="preserve">risks associated with </w:t>
            </w:r>
            <w:r w:rsidR="00EC37D7" w:rsidRPr="002D7773">
              <w:t xml:space="preserve">forage </w:t>
            </w:r>
            <w:r w:rsidRPr="008B1E52">
              <w:t>conservation activities</w:t>
            </w:r>
            <w:r w:rsidR="00EC37D7" w:rsidRPr="002D7773">
              <w:t>.</w:t>
            </w:r>
          </w:p>
          <w:p w14:paraId="6D79999A" w14:textId="77777777" w:rsidR="0058449A" w:rsidRPr="008B1E52" w:rsidRDefault="0058449A">
            <w:pPr>
              <w:pStyle w:val="SIText"/>
            </w:pPr>
          </w:p>
          <w:p w14:paraId="6D069F71" w14:textId="1BBA8B73" w:rsidR="0058449A" w:rsidRPr="008B1E52" w:rsidRDefault="00B234B7">
            <w:pPr>
              <w:pStyle w:val="SIText"/>
            </w:pPr>
            <w:r w:rsidRPr="008B1E52">
              <w:t>The unit applies to individuals</w:t>
            </w:r>
            <w:r w:rsidR="0058449A" w:rsidRPr="008B1E52">
              <w:t xml:space="preserve"> who work under broad direction and take responsibility for own work including limited responsibility for the work of others. They use discretion and judgement in the selection and use of available resources and complete routine activities.</w:t>
            </w:r>
          </w:p>
          <w:p w14:paraId="321FA943" w14:textId="77777777" w:rsidR="0058449A" w:rsidRPr="008B1E52" w:rsidRDefault="0058449A">
            <w:pPr>
              <w:pStyle w:val="SIText"/>
            </w:pPr>
          </w:p>
          <w:p w14:paraId="034C6C33" w14:textId="5E846DCD" w:rsidR="00373436" w:rsidRPr="008B1E52" w:rsidRDefault="00D95191">
            <w:pPr>
              <w:pStyle w:val="SIText"/>
            </w:pPr>
            <w:r w:rsidRPr="008B1E52">
              <w:t xml:space="preserve">No licensing, legislative or certification requirements apply to this unit at the time of publication. </w:t>
            </w:r>
          </w:p>
        </w:tc>
      </w:tr>
      <w:tr w:rsidR="00F1480E" w:rsidRPr="00963A46" w14:paraId="655EE24B" w14:textId="77777777" w:rsidTr="00C956D7">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19754610" w:rsidR="00F1480E" w:rsidRPr="000754EC" w:rsidRDefault="00E933B0" w:rsidP="000754EC">
            <w:pPr>
              <w:pStyle w:val="SIText"/>
            </w:pPr>
            <w:r>
              <w:t>Nil</w:t>
            </w:r>
            <w:r w:rsidR="00DA54B5">
              <w:t xml:space="preserve"> </w:t>
            </w:r>
          </w:p>
        </w:tc>
      </w:tr>
      <w:tr w:rsidR="00F1480E" w:rsidRPr="00963A46" w14:paraId="7D13AFDE" w14:textId="77777777" w:rsidTr="00C956D7">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182C3366" w:rsidR="00F1480E" w:rsidRPr="000754EC" w:rsidRDefault="00AB51ED" w:rsidP="000754EC">
            <w:pPr>
              <w:pStyle w:val="SIText"/>
            </w:pPr>
            <w:r w:rsidRPr="00AB51ED">
              <w:t xml:space="preserve">Broad </w:t>
            </w:r>
            <w:r>
              <w:t>A</w:t>
            </w:r>
            <w:r w:rsidRPr="00AB51ED">
              <w:t xml:space="preserve">cre </w:t>
            </w:r>
            <w:r>
              <w:t>C</w:t>
            </w:r>
            <w:r w:rsidRPr="00AB51ED">
              <w:t>ropping (BAC)</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956D7">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956D7">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8449A" w:rsidRPr="00963A46" w14:paraId="2F5B2555" w14:textId="77777777" w:rsidTr="00C956D7">
        <w:trPr>
          <w:cantSplit/>
        </w:trPr>
        <w:tc>
          <w:tcPr>
            <w:tcW w:w="1396" w:type="pct"/>
            <w:shd w:val="clear" w:color="auto" w:fill="auto"/>
          </w:tcPr>
          <w:p w14:paraId="06314A52" w14:textId="0A727B2C" w:rsidR="0058449A" w:rsidRPr="0058449A" w:rsidRDefault="0058449A" w:rsidP="0058449A">
            <w:pPr>
              <w:pStyle w:val="SIText"/>
            </w:pPr>
            <w:r w:rsidRPr="0058449A">
              <w:t>1. Prepare for forage conservation</w:t>
            </w:r>
          </w:p>
        </w:tc>
        <w:tc>
          <w:tcPr>
            <w:tcW w:w="3604" w:type="pct"/>
            <w:shd w:val="clear" w:color="auto" w:fill="auto"/>
          </w:tcPr>
          <w:p w14:paraId="4DA93EE2" w14:textId="7CAF49A6" w:rsidR="0058449A" w:rsidRPr="0058449A" w:rsidRDefault="0058449A" w:rsidP="0058449A">
            <w:r w:rsidRPr="0058449A">
              <w:t xml:space="preserve">1.1 Confirm forage conservation options </w:t>
            </w:r>
            <w:r w:rsidR="00712A82">
              <w:t>from</w:t>
            </w:r>
            <w:r w:rsidR="00196DC6">
              <w:t xml:space="preserve"> </w:t>
            </w:r>
            <w:r w:rsidRPr="0058449A">
              <w:t>production plan</w:t>
            </w:r>
          </w:p>
          <w:p w14:paraId="70DE30E7" w14:textId="6BA96C8C" w:rsidR="0058449A" w:rsidRPr="0058449A" w:rsidRDefault="0058449A" w:rsidP="0058449A">
            <w:r w:rsidRPr="0058449A">
              <w:t xml:space="preserve">1.2 Identify risk factors for spoilage in forage conservation </w:t>
            </w:r>
          </w:p>
          <w:p w14:paraId="1706EEBA" w14:textId="2E3E83F6" w:rsidR="0058449A" w:rsidRPr="0058449A" w:rsidRDefault="0058449A" w:rsidP="0058449A">
            <w:r w:rsidRPr="0058449A">
              <w:t xml:space="preserve">1.3 Confirm paddock conditions </w:t>
            </w:r>
            <w:r w:rsidR="00196DC6">
              <w:t xml:space="preserve">for </w:t>
            </w:r>
            <w:r w:rsidRPr="0058449A">
              <w:t>suitable forage production</w:t>
            </w:r>
          </w:p>
          <w:p w14:paraId="00012320" w14:textId="2F594A9C" w:rsidR="0058449A" w:rsidRPr="0058449A" w:rsidRDefault="0058449A" w:rsidP="0058449A">
            <w:r w:rsidRPr="0058449A">
              <w:t>1.4 Prepare machinery and equipment</w:t>
            </w:r>
            <w:r w:rsidR="00196DC6">
              <w:t xml:space="preserve"> for forage </w:t>
            </w:r>
            <w:r w:rsidR="00584495">
              <w:t>production according to production plans and biosecurity procedures</w:t>
            </w:r>
          </w:p>
          <w:p w14:paraId="46AD3607" w14:textId="77777777" w:rsidR="0058449A" w:rsidRPr="0058449A" w:rsidRDefault="0058449A" w:rsidP="0058449A">
            <w:r w:rsidRPr="0058449A">
              <w:t>1.5 Ensure clear access to paddocks for harvesting and transport machinery</w:t>
            </w:r>
          </w:p>
          <w:p w14:paraId="7DFE753F" w14:textId="77777777" w:rsidR="0058449A" w:rsidRPr="0058449A" w:rsidRDefault="0058449A" w:rsidP="0058449A">
            <w:r w:rsidRPr="0058449A">
              <w:t>1.6 Prepare storage facility for selected forage conservation method</w:t>
            </w:r>
          </w:p>
          <w:p w14:paraId="1696B99B" w14:textId="27073ABD" w:rsidR="0058449A" w:rsidRPr="0058449A" w:rsidRDefault="0058449A">
            <w:r w:rsidRPr="0058449A">
              <w:t>1.7 Identify work health and safety hazards</w:t>
            </w:r>
            <w:r w:rsidR="00712A82">
              <w:t xml:space="preserve">, </w:t>
            </w:r>
            <w:r w:rsidRPr="0058449A">
              <w:t>assess risks</w:t>
            </w:r>
            <w:r w:rsidR="00712A82">
              <w:t xml:space="preserve"> and implement controls according to workplace health and safety policies</w:t>
            </w:r>
          </w:p>
        </w:tc>
      </w:tr>
      <w:tr w:rsidR="0058449A" w:rsidRPr="00963A46" w14:paraId="6D79A7FA" w14:textId="77777777" w:rsidTr="00C956D7">
        <w:trPr>
          <w:cantSplit/>
        </w:trPr>
        <w:tc>
          <w:tcPr>
            <w:tcW w:w="1396" w:type="pct"/>
            <w:shd w:val="clear" w:color="auto" w:fill="auto"/>
          </w:tcPr>
          <w:p w14:paraId="56B4064B" w14:textId="6F067E32" w:rsidR="0058449A" w:rsidRPr="0058449A" w:rsidRDefault="0058449A" w:rsidP="0058449A">
            <w:pPr>
              <w:pStyle w:val="SIText"/>
            </w:pPr>
            <w:r w:rsidRPr="0058449A">
              <w:t>2. Prepare paddocks for forage conservation</w:t>
            </w:r>
          </w:p>
        </w:tc>
        <w:tc>
          <w:tcPr>
            <w:tcW w:w="3604" w:type="pct"/>
            <w:shd w:val="clear" w:color="auto" w:fill="auto"/>
          </w:tcPr>
          <w:p w14:paraId="74A7A42B" w14:textId="5B6520E7" w:rsidR="0058449A" w:rsidRPr="0058449A" w:rsidRDefault="0058449A" w:rsidP="0058449A">
            <w:r w:rsidRPr="0058449A">
              <w:t xml:space="preserve">2.1 Close paddock to stock access </w:t>
            </w:r>
            <w:r w:rsidR="00712A82">
              <w:t>according to production plan</w:t>
            </w:r>
          </w:p>
          <w:p w14:paraId="5E52078C" w14:textId="5251BC90" w:rsidR="0058449A" w:rsidRPr="0058449A" w:rsidRDefault="0058449A" w:rsidP="0058449A">
            <w:r w:rsidRPr="0058449A">
              <w:t>2.2 Report growth stage of crop for harvest</w:t>
            </w:r>
            <w:r w:rsidR="00712A82">
              <w:t xml:space="preserve"> to supervisor</w:t>
            </w:r>
          </w:p>
          <w:p w14:paraId="6BB72E57" w14:textId="19339577" w:rsidR="0058449A" w:rsidRPr="0058449A" w:rsidRDefault="0058449A" w:rsidP="00031807">
            <w:pPr>
              <w:pStyle w:val="SIText"/>
            </w:pPr>
            <w:r w:rsidRPr="0058449A">
              <w:t xml:space="preserve">2.3 </w:t>
            </w:r>
            <w:r w:rsidR="00712A82">
              <w:t xml:space="preserve">Monitor </w:t>
            </w:r>
            <w:r w:rsidR="00031807">
              <w:t xml:space="preserve">paddock for </w:t>
            </w:r>
            <w:r w:rsidR="00712A82">
              <w:t>pest c</w:t>
            </w:r>
            <w:r w:rsidRPr="0058449A">
              <w:t xml:space="preserve">ontrol </w:t>
            </w:r>
            <w:r w:rsidR="00031807">
              <w:t xml:space="preserve">and biosecurity for threats </w:t>
            </w:r>
            <w:r w:rsidRPr="0058449A">
              <w:t>to forage bulk and quality</w:t>
            </w:r>
          </w:p>
        </w:tc>
      </w:tr>
      <w:tr w:rsidR="0058449A" w:rsidRPr="00963A46" w14:paraId="16CD00DC" w14:textId="77777777" w:rsidTr="00C956D7">
        <w:trPr>
          <w:cantSplit/>
        </w:trPr>
        <w:tc>
          <w:tcPr>
            <w:tcW w:w="1396" w:type="pct"/>
            <w:shd w:val="clear" w:color="auto" w:fill="auto"/>
          </w:tcPr>
          <w:p w14:paraId="6F2E2312" w14:textId="1BA5392B" w:rsidR="0058449A" w:rsidRPr="0058449A" w:rsidRDefault="0058449A" w:rsidP="0058449A">
            <w:pPr>
              <w:pStyle w:val="SIText"/>
            </w:pPr>
            <w:r w:rsidRPr="0058449A">
              <w:t>3. Make forage</w:t>
            </w:r>
          </w:p>
        </w:tc>
        <w:tc>
          <w:tcPr>
            <w:tcW w:w="3604" w:type="pct"/>
            <w:shd w:val="clear" w:color="auto" w:fill="auto"/>
          </w:tcPr>
          <w:p w14:paraId="026DFEEF" w14:textId="77777777" w:rsidR="0058449A" w:rsidRPr="0058449A" w:rsidRDefault="0058449A" w:rsidP="0058449A">
            <w:r w:rsidRPr="0058449A">
              <w:t>3.1 Implement work health and safety procedures for forage conservation</w:t>
            </w:r>
          </w:p>
          <w:p w14:paraId="50D9D337" w14:textId="6E6D638E" w:rsidR="0058449A" w:rsidRPr="0058449A" w:rsidRDefault="0058449A" w:rsidP="0058449A">
            <w:r w:rsidRPr="0058449A">
              <w:t>3.2 Monitor weather conditions</w:t>
            </w:r>
            <w:r w:rsidR="00712A82">
              <w:t xml:space="preserve"> affecting </w:t>
            </w:r>
            <w:r w:rsidR="003529B1">
              <w:t xml:space="preserve">forage </w:t>
            </w:r>
            <w:r w:rsidR="00712A82">
              <w:t>harvest</w:t>
            </w:r>
          </w:p>
          <w:p w14:paraId="4F88CE42" w14:textId="789C80DB" w:rsidR="0058449A" w:rsidRPr="0058449A" w:rsidRDefault="0058449A" w:rsidP="0058449A">
            <w:r w:rsidRPr="0058449A">
              <w:t xml:space="preserve">3.3 Identify and assess </w:t>
            </w:r>
            <w:r w:rsidR="00712A82">
              <w:t xml:space="preserve">moisture </w:t>
            </w:r>
            <w:r w:rsidRPr="0058449A">
              <w:t xml:space="preserve">content of forage material </w:t>
            </w:r>
          </w:p>
          <w:p w14:paraId="7C104250" w14:textId="01242BE2" w:rsidR="0058449A" w:rsidRPr="0058449A" w:rsidRDefault="0058449A" w:rsidP="002D7773">
            <w:r w:rsidRPr="0058449A">
              <w:t xml:space="preserve">3.4 Mow, condition, tedder and rake swaths </w:t>
            </w:r>
            <w:r w:rsidR="003529B1">
              <w:t>according to</w:t>
            </w:r>
            <w:r w:rsidRPr="0058449A">
              <w:t xml:space="preserve"> weather conditions and forage drying targets</w:t>
            </w:r>
          </w:p>
        </w:tc>
      </w:tr>
      <w:tr w:rsidR="00014E73" w:rsidRPr="00963A46" w14:paraId="46F4F68D" w14:textId="77777777" w:rsidTr="00C956D7">
        <w:trPr>
          <w:cantSplit/>
        </w:trPr>
        <w:tc>
          <w:tcPr>
            <w:tcW w:w="1396" w:type="pct"/>
            <w:shd w:val="clear" w:color="auto" w:fill="auto"/>
          </w:tcPr>
          <w:p w14:paraId="765D35CE" w14:textId="381A2D46" w:rsidR="00014E73" w:rsidRPr="0058449A" w:rsidRDefault="00014E73" w:rsidP="00014E73">
            <w:pPr>
              <w:pStyle w:val="SIText"/>
            </w:pPr>
            <w:r>
              <w:t>4. Harvest and store forage</w:t>
            </w:r>
          </w:p>
        </w:tc>
        <w:tc>
          <w:tcPr>
            <w:tcW w:w="3604" w:type="pct"/>
            <w:shd w:val="clear" w:color="auto" w:fill="auto"/>
          </w:tcPr>
          <w:p w14:paraId="4BEB8479" w14:textId="79C68E54" w:rsidR="00014E73" w:rsidRPr="0058449A" w:rsidRDefault="00014E73" w:rsidP="00014E73">
            <w:r>
              <w:t>4.1</w:t>
            </w:r>
            <w:r w:rsidRPr="0058449A">
              <w:t xml:space="preserve"> </w:t>
            </w:r>
            <w:r>
              <w:t xml:space="preserve">Select and use forage harvest equipment </w:t>
            </w:r>
            <w:r w:rsidRPr="0058449A">
              <w:t>efficient</w:t>
            </w:r>
            <w:r>
              <w:t>ly according to production plan</w:t>
            </w:r>
          </w:p>
          <w:p w14:paraId="2545EA1A" w14:textId="5CD3532F" w:rsidR="00014E73" w:rsidRPr="0058449A" w:rsidRDefault="00014E73" w:rsidP="00014E73">
            <w:r>
              <w:t>4.2</w:t>
            </w:r>
            <w:r w:rsidRPr="0058449A">
              <w:t xml:space="preserve"> </w:t>
            </w:r>
            <w:r>
              <w:t>Monitor</w:t>
            </w:r>
            <w:r w:rsidRPr="0058449A">
              <w:t xml:space="preserve"> </w:t>
            </w:r>
            <w:r>
              <w:t xml:space="preserve">harvest </w:t>
            </w:r>
            <w:r w:rsidRPr="0058449A">
              <w:t xml:space="preserve">equipment </w:t>
            </w:r>
            <w:r>
              <w:t>for mechanical performance and resolve, repair or report wear or damage according to workplace procedures</w:t>
            </w:r>
          </w:p>
          <w:p w14:paraId="0632C09D" w14:textId="6C945A80" w:rsidR="00014E73" w:rsidRPr="0058449A" w:rsidRDefault="00014E73" w:rsidP="00014E73">
            <w:r>
              <w:t xml:space="preserve">4.3 Prepare </w:t>
            </w:r>
            <w:r w:rsidRPr="0058449A">
              <w:t xml:space="preserve">forage </w:t>
            </w:r>
            <w:r>
              <w:t xml:space="preserve">for storage according </w:t>
            </w:r>
            <w:r w:rsidRPr="0058449A">
              <w:t xml:space="preserve">to </w:t>
            </w:r>
            <w:r>
              <w:t xml:space="preserve">forage storage and production </w:t>
            </w:r>
            <w:r w:rsidRPr="0058449A">
              <w:t>plan</w:t>
            </w:r>
          </w:p>
          <w:p w14:paraId="6414005A" w14:textId="26380B87" w:rsidR="00014E73" w:rsidRPr="0058449A" w:rsidRDefault="00014E73" w:rsidP="00014E73">
            <w:r>
              <w:t xml:space="preserve">4.4 </w:t>
            </w:r>
            <w:r w:rsidRPr="0058449A">
              <w:t>Load</w:t>
            </w:r>
            <w:r>
              <w:t xml:space="preserve"> and </w:t>
            </w:r>
            <w:r w:rsidRPr="0058449A">
              <w:t>transport</w:t>
            </w:r>
            <w:r>
              <w:t xml:space="preserve"> </w:t>
            </w:r>
            <w:r w:rsidRPr="0058449A">
              <w:t xml:space="preserve">forage </w:t>
            </w:r>
            <w:r>
              <w:t>safely to forage storage site according to storage plan</w:t>
            </w:r>
          </w:p>
          <w:p w14:paraId="2CB18489" w14:textId="77777777" w:rsidR="00014E73" w:rsidRDefault="00014E73" w:rsidP="00014E73">
            <w:r>
              <w:t>4.5</w:t>
            </w:r>
            <w:r w:rsidRPr="0058449A">
              <w:t xml:space="preserve"> </w:t>
            </w:r>
            <w:r>
              <w:t>Place forage into storage</w:t>
            </w:r>
            <w:r w:rsidRPr="0058449A">
              <w:t xml:space="preserve"> to minimise spoilage and </w:t>
            </w:r>
            <w:r>
              <w:t>potential fire risk</w:t>
            </w:r>
          </w:p>
          <w:p w14:paraId="70E61D0A" w14:textId="1B56882C" w:rsidR="009C4D6F" w:rsidRPr="0058449A" w:rsidRDefault="009C4D6F" w:rsidP="0045436C">
            <w:r>
              <w:t xml:space="preserve">4.6 </w:t>
            </w:r>
            <w:r w:rsidR="0045436C">
              <w:t xml:space="preserve">Collect </w:t>
            </w:r>
            <w:r w:rsidR="0045436C" w:rsidRPr="0058449A">
              <w:t>sample</w:t>
            </w:r>
            <w:r w:rsidR="0045436C">
              <w:t xml:space="preserve">s and perform </w:t>
            </w:r>
            <w:r w:rsidR="0045436C" w:rsidRPr="0058449A">
              <w:t>quality</w:t>
            </w:r>
            <w:r w:rsidR="0045436C">
              <w:t xml:space="preserve"> tests of</w:t>
            </w:r>
            <w:r w:rsidR="0045436C" w:rsidRPr="0058449A">
              <w:t xml:space="preserve"> stored forage </w:t>
            </w:r>
            <w:r w:rsidR="0045436C">
              <w:t>according to workplace procedures</w:t>
            </w:r>
          </w:p>
        </w:tc>
      </w:tr>
      <w:tr w:rsidR="0058449A" w:rsidRPr="00963A46" w14:paraId="426A83F8" w14:textId="77777777" w:rsidTr="00C956D7">
        <w:trPr>
          <w:cantSplit/>
        </w:trPr>
        <w:tc>
          <w:tcPr>
            <w:tcW w:w="1396" w:type="pct"/>
            <w:shd w:val="clear" w:color="auto" w:fill="auto"/>
          </w:tcPr>
          <w:p w14:paraId="04383AAB" w14:textId="63B43898" w:rsidR="0058449A" w:rsidRPr="0058449A" w:rsidRDefault="0045436C" w:rsidP="0058449A">
            <w:pPr>
              <w:pStyle w:val="SIText"/>
            </w:pPr>
            <w:r>
              <w:lastRenderedPageBreak/>
              <w:t>5</w:t>
            </w:r>
            <w:r w:rsidR="0058449A" w:rsidRPr="0058449A">
              <w:t>. Complete operations</w:t>
            </w:r>
          </w:p>
        </w:tc>
        <w:tc>
          <w:tcPr>
            <w:tcW w:w="3604" w:type="pct"/>
            <w:shd w:val="clear" w:color="auto" w:fill="auto"/>
          </w:tcPr>
          <w:p w14:paraId="7A6D36DD" w14:textId="600642D7" w:rsidR="0058449A" w:rsidRPr="0058449A" w:rsidRDefault="0045436C" w:rsidP="0058449A">
            <w:r>
              <w:t>5</w:t>
            </w:r>
            <w:r w:rsidR="0058449A" w:rsidRPr="0058449A">
              <w:t xml:space="preserve">.1 Complete records </w:t>
            </w:r>
            <w:r w:rsidR="00014E73">
              <w:t>according to workplace procedures</w:t>
            </w:r>
          </w:p>
          <w:p w14:paraId="4ADEC5A1" w14:textId="52CB841B" w:rsidR="0058449A" w:rsidRPr="0058449A" w:rsidRDefault="0045436C" w:rsidP="0058449A">
            <w:r>
              <w:t>5</w:t>
            </w:r>
            <w:r w:rsidR="0058449A" w:rsidRPr="0058449A">
              <w:t xml:space="preserve">.2 Dispose of waste and debris </w:t>
            </w:r>
            <w:r w:rsidR="009C4D6F">
              <w:t>according to workplace and environmental procedures</w:t>
            </w:r>
          </w:p>
          <w:p w14:paraId="5F508961" w14:textId="2A9BCF99" w:rsidR="0058449A" w:rsidRPr="0058449A" w:rsidRDefault="0045436C" w:rsidP="0058449A">
            <w:r>
              <w:t>5</w:t>
            </w:r>
            <w:r w:rsidR="0058449A" w:rsidRPr="0058449A">
              <w:t xml:space="preserve">.3 Clean and </w:t>
            </w:r>
            <w:r w:rsidR="009C4D6F">
              <w:t>maintain</w:t>
            </w:r>
            <w:r w:rsidR="009C4D6F" w:rsidRPr="0058449A">
              <w:t xml:space="preserve"> </w:t>
            </w:r>
            <w:r w:rsidR="0058449A" w:rsidRPr="0058449A">
              <w:t xml:space="preserve">machinery and ancillary equipment </w:t>
            </w:r>
            <w:r w:rsidR="009C4D6F">
              <w:t>according to manufacturer instructions</w:t>
            </w:r>
          </w:p>
          <w:p w14:paraId="7C2F6CB6" w14:textId="16CEC14D" w:rsidR="0058449A" w:rsidRPr="0058449A" w:rsidRDefault="0045436C" w:rsidP="00584495">
            <w:r>
              <w:t>5</w:t>
            </w:r>
            <w:r w:rsidR="0058449A" w:rsidRPr="0058449A">
              <w:t>.</w:t>
            </w:r>
            <w:r>
              <w:t>4</w:t>
            </w:r>
            <w:r w:rsidR="0058449A" w:rsidRPr="0058449A">
              <w:t xml:space="preserve"> </w:t>
            </w:r>
            <w:r w:rsidR="00031807">
              <w:t xml:space="preserve">Inspect stored forage facilities for </w:t>
            </w:r>
            <w:r w:rsidR="0058449A" w:rsidRPr="0058449A">
              <w:t xml:space="preserve">environmental </w:t>
            </w:r>
            <w:r w:rsidR="00031807">
              <w:t xml:space="preserve">impact and report to </w:t>
            </w:r>
            <w:r w:rsidR="0058449A" w:rsidRPr="0058449A">
              <w:t>supervisor</w:t>
            </w:r>
            <w:r w:rsidR="00031807">
              <w:t xml:space="preserve"> according to workplace and environmental procedures</w:t>
            </w:r>
          </w:p>
        </w:tc>
      </w:tr>
    </w:tbl>
    <w:p w14:paraId="51A6ACE5" w14:textId="77777777" w:rsidR="005F771F" w:rsidRDefault="005F771F" w:rsidP="005F771F">
      <w:pPr>
        <w:pStyle w:val="SIText"/>
      </w:pPr>
    </w:p>
    <w:p w14:paraId="0243B725" w14:textId="14DA56B4" w:rsidR="005F771F" w:rsidRPr="000754EC" w:rsidRDefault="005F771F" w:rsidP="000754EC"/>
    <w:p w14:paraId="7AD5B3C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956D7">
        <w:trPr>
          <w:tblHeader/>
        </w:trPr>
        <w:tc>
          <w:tcPr>
            <w:tcW w:w="5000" w:type="pct"/>
            <w:gridSpan w:val="2"/>
          </w:tcPr>
          <w:p w14:paraId="735E88A6" w14:textId="77777777" w:rsidR="00F1480E" w:rsidRPr="000754EC" w:rsidRDefault="00FD557D" w:rsidP="000754EC">
            <w:pPr>
              <w:pStyle w:val="SIHeading2"/>
            </w:pPr>
            <w:r w:rsidRPr="00041E59">
              <w:t>F</w:t>
            </w:r>
            <w:r w:rsidRPr="000754EC">
              <w:t>oundation Skills</w:t>
            </w:r>
          </w:p>
          <w:p w14:paraId="0CAD316F" w14:textId="0B5D6406"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D07C120" w14:textId="77777777" w:rsidTr="00C956D7">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A30CAE" w:rsidRPr="00CC40D8" w:rsidDel="00423CB2" w14:paraId="71E86D01" w14:textId="77777777" w:rsidTr="00A30CAE">
        <w:tc>
          <w:tcPr>
            <w:tcW w:w="1396" w:type="pct"/>
            <w:tcBorders>
              <w:top w:val="single" w:sz="4" w:space="0" w:color="auto"/>
              <w:left w:val="single" w:sz="4" w:space="0" w:color="auto"/>
              <w:bottom w:val="single" w:sz="4" w:space="0" w:color="auto"/>
              <w:right w:val="single" w:sz="4" w:space="0" w:color="auto"/>
            </w:tcBorders>
          </w:tcPr>
          <w:p w14:paraId="492312AC" w14:textId="77777777" w:rsidR="00A30CAE" w:rsidRPr="006621BA" w:rsidRDefault="00A30CAE" w:rsidP="006621BA">
            <w:pPr>
              <w:pStyle w:val="SIText"/>
            </w:pPr>
            <w:r w:rsidRPr="006621BA">
              <w:t>Reading</w:t>
            </w:r>
          </w:p>
        </w:tc>
        <w:tc>
          <w:tcPr>
            <w:tcW w:w="3604" w:type="pct"/>
            <w:tcBorders>
              <w:top w:val="single" w:sz="4" w:space="0" w:color="auto"/>
              <w:left w:val="single" w:sz="4" w:space="0" w:color="auto"/>
              <w:bottom w:val="single" w:sz="4" w:space="0" w:color="auto"/>
              <w:right w:val="single" w:sz="4" w:space="0" w:color="auto"/>
            </w:tcBorders>
          </w:tcPr>
          <w:p w14:paraId="25DACD15" w14:textId="77777777" w:rsidR="00CC40D8" w:rsidRPr="006621BA" w:rsidRDefault="00CC40D8" w:rsidP="006621BA">
            <w:pPr>
              <w:pStyle w:val="SIBulletList1"/>
            </w:pPr>
            <w:r w:rsidRPr="006621BA">
              <w:t>Interpret plans and procedures forage crop conservation.</w:t>
            </w:r>
          </w:p>
          <w:p w14:paraId="61902500" w14:textId="1AB5A9D4" w:rsidR="00A30CAE" w:rsidRPr="006621BA" w:rsidRDefault="00CC40D8" w:rsidP="006621BA">
            <w:pPr>
              <w:pStyle w:val="SIBulletList1"/>
            </w:pPr>
            <w:r w:rsidRPr="006621BA">
              <w:t>Interpret manufacturer specifications, work and maintenance programs, and Safety Data Sheets (SDS) relevant to forage crop conservation</w:t>
            </w:r>
          </w:p>
        </w:tc>
      </w:tr>
      <w:tr w:rsidR="00A30CAE" w:rsidRPr="00CC40D8" w:rsidDel="00423CB2" w14:paraId="612FDA71" w14:textId="77777777" w:rsidTr="00A30CAE">
        <w:tc>
          <w:tcPr>
            <w:tcW w:w="1396" w:type="pct"/>
            <w:tcBorders>
              <w:top w:val="single" w:sz="4" w:space="0" w:color="auto"/>
              <w:left w:val="single" w:sz="4" w:space="0" w:color="auto"/>
              <w:bottom w:val="single" w:sz="4" w:space="0" w:color="auto"/>
              <w:right w:val="single" w:sz="4" w:space="0" w:color="auto"/>
            </w:tcBorders>
          </w:tcPr>
          <w:p w14:paraId="06F00C2A" w14:textId="70D7E480" w:rsidR="00A30CAE" w:rsidRPr="006621BA" w:rsidDel="00C26702" w:rsidRDefault="006C4992" w:rsidP="006621BA">
            <w:pPr>
              <w:pStyle w:val="SIText"/>
            </w:pPr>
            <w:r w:rsidRPr="006621BA">
              <w:t>Numeracy</w:t>
            </w:r>
          </w:p>
        </w:tc>
        <w:tc>
          <w:tcPr>
            <w:tcW w:w="3604" w:type="pct"/>
            <w:tcBorders>
              <w:top w:val="single" w:sz="4" w:space="0" w:color="auto"/>
              <w:left w:val="single" w:sz="4" w:space="0" w:color="auto"/>
              <w:bottom w:val="single" w:sz="4" w:space="0" w:color="auto"/>
              <w:right w:val="single" w:sz="4" w:space="0" w:color="auto"/>
            </w:tcBorders>
          </w:tcPr>
          <w:p w14:paraId="420F54AA" w14:textId="6877FBDD" w:rsidR="00A30CAE" w:rsidRPr="006621BA" w:rsidDel="00C26702" w:rsidRDefault="00CC40D8" w:rsidP="006621BA">
            <w:pPr>
              <w:pStyle w:val="SIBulletList1"/>
              <w:rPr>
                <w:rFonts w:eastAsia="Calibri"/>
              </w:rPr>
            </w:pPr>
            <w:r w:rsidRPr="006621BA">
              <w:t>Use and recognise the numerical relationships between adjustment and settings on harvesting and handling equipment and their effective operation</w:t>
            </w:r>
          </w:p>
        </w:tc>
      </w:tr>
    </w:tbl>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rsidRPr="0045436C" w14:paraId="7EFB7203" w14:textId="77777777" w:rsidTr="00F33FF2">
        <w:tc>
          <w:tcPr>
            <w:tcW w:w="1028" w:type="pct"/>
          </w:tcPr>
          <w:p w14:paraId="1459E8AC" w14:textId="77777777" w:rsidR="00DA54B5" w:rsidRPr="0045436C" w:rsidRDefault="00A30CAE" w:rsidP="0045436C">
            <w:pPr>
              <w:pStyle w:val="SIText"/>
            </w:pPr>
            <w:r w:rsidRPr="0045436C">
              <w:t>AHCBAC301 Conserve forage</w:t>
            </w:r>
          </w:p>
          <w:p w14:paraId="6B803FA7" w14:textId="22EC55ED" w:rsidR="00A30CAE" w:rsidRPr="0045436C" w:rsidRDefault="00A30CAE" w:rsidP="0045436C">
            <w:pPr>
              <w:pStyle w:val="SIText"/>
            </w:pPr>
            <w:r w:rsidRPr="0045436C">
              <w:t>Release 2</w:t>
            </w:r>
          </w:p>
        </w:tc>
        <w:tc>
          <w:tcPr>
            <w:tcW w:w="1105" w:type="pct"/>
          </w:tcPr>
          <w:p w14:paraId="5FA93053" w14:textId="77777777" w:rsidR="00DA54B5" w:rsidRPr="0045436C" w:rsidRDefault="00A30CAE" w:rsidP="0045436C">
            <w:pPr>
              <w:pStyle w:val="SIText"/>
            </w:pPr>
            <w:r w:rsidRPr="0045436C">
              <w:t>AHCBAC301 Conserve forage</w:t>
            </w:r>
          </w:p>
          <w:p w14:paraId="3216D365" w14:textId="0A9B7EA3" w:rsidR="00A30CAE" w:rsidRPr="0045436C" w:rsidRDefault="00A30CAE" w:rsidP="0045436C">
            <w:pPr>
              <w:pStyle w:val="SIText"/>
            </w:pPr>
            <w:r w:rsidRPr="0045436C">
              <w:t>Release 1</w:t>
            </w:r>
          </w:p>
        </w:tc>
        <w:tc>
          <w:tcPr>
            <w:tcW w:w="1251" w:type="pct"/>
          </w:tcPr>
          <w:p w14:paraId="30B8888F" w14:textId="5E44D2E0" w:rsidR="00DA54B5" w:rsidRPr="002D7773" w:rsidRDefault="0045436C" w:rsidP="0045436C">
            <w:pPr>
              <w:pStyle w:val="SIText"/>
            </w:pPr>
            <w:r w:rsidRPr="002D7773">
              <w:t xml:space="preserve">Edited Application. Added new Element and consolidated </w:t>
            </w:r>
            <w:r>
              <w:t xml:space="preserve">reordered </w:t>
            </w:r>
            <w:r w:rsidRPr="002D7773">
              <w:t>Performance Criteria. Added foundation skills. Updated Performance Evidence, Knowledge evidence and Assessment Conditions</w:t>
            </w:r>
          </w:p>
        </w:tc>
        <w:tc>
          <w:tcPr>
            <w:tcW w:w="1616" w:type="pct"/>
          </w:tcPr>
          <w:p w14:paraId="325B98A3" w14:textId="756AABD5" w:rsidR="00DA54B5" w:rsidRPr="002D7773" w:rsidRDefault="0045436C" w:rsidP="0045436C">
            <w:pPr>
              <w:pStyle w:val="SIText"/>
            </w:pPr>
            <w:r w:rsidRPr="002D7773">
              <w:t>Equivalent</w:t>
            </w: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956D7">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285DFC68" w:rsidR="00F1480E" w:rsidRPr="000754EC" w:rsidRDefault="00520E9A" w:rsidP="00E40225">
            <w:pPr>
              <w:pStyle w:val="SIText"/>
            </w:pPr>
            <w:r>
              <w:t xml:space="preserve">Companion Volumes, including Implementation </w:t>
            </w:r>
            <w:r w:rsidR="00346FDC">
              <w:t>Guides, are available at VETNet:</w:t>
            </w:r>
            <w:r w:rsidR="00E933B0">
              <w:t xml:space="preserve"> </w:t>
            </w:r>
            <w:hyperlink r:id="rId11" w:tgtFrame="_blank" w:history="1">
              <w:r w:rsidR="00E933B0" w:rsidRPr="00E933B0">
                <w:t>https://vetnet.gov.au/Pages/TrainingDocs.aspx?q=c6399549-9c62-4a5e-bf1a-524b2322cf72</w:t>
              </w:r>
            </w:hyperlink>
            <w:r w:rsidR="00E933B0">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C956D7">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5E40913B" w:rsidR="00556C4C" w:rsidRPr="000754EC" w:rsidRDefault="00556C4C" w:rsidP="000754EC">
            <w:pPr>
              <w:pStyle w:val="SIUnittitle"/>
            </w:pPr>
            <w:r w:rsidRPr="00F56827">
              <w:t xml:space="preserve">Assessment requirements for </w:t>
            </w:r>
            <w:r w:rsidR="0058449A" w:rsidRPr="0058449A">
              <w:t>AHCBAC301 Conserve forage</w:t>
            </w:r>
          </w:p>
        </w:tc>
      </w:tr>
      <w:tr w:rsidR="00556C4C" w:rsidRPr="00A55106" w14:paraId="61DAA6AD" w14:textId="77777777" w:rsidTr="00C956D7">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067E1C" w14:paraId="35611450" w14:textId="77777777" w:rsidTr="00C956D7">
        <w:tc>
          <w:tcPr>
            <w:tcW w:w="5000" w:type="pct"/>
            <w:gridSpan w:val="2"/>
            <w:shd w:val="clear" w:color="auto" w:fill="auto"/>
          </w:tcPr>
          <w:p w14:paraId="6C52247C" w14:textId="08CFD8AA" w:rsidR="00DA54B5" w:rsidRPr="002D7773" w:rsidRDefault="00DA54B5" w:rsidP="008A6C1D">
            <w:pPr>
              <w:pStyle w:val="SIText"/>
            </w:pPr>
            <w:r w:rsidRPr="002D7773">
              <w:t xml:space="preserve">An individual demonstrating competency must satisfy all of the elements and performance criteria in this unit. </w:t>
            </w:r>
          </w:p>
          <w:p w14:paraId="07247C8A" w14:textId="0C773DF0" w:rsidR="008A6C1D" w:rsidRPr="002D7773" w:rsidRDefault="00FD16E8" w:rsidP="008A6C1D">
            <w:pPr>
              <w:pStyle w:val="SIText"/>
              <w:rPr>
                <w:rStyle w:val="SITemporaryText-red"/>
              </w:rPr>
            </w:pPr>
            <w:r w:rsidRPr="002D7773">
              <w:t xml:space="preserve">There must be evidence that the individual has </w:t>
            </w:r>
            <w:r w:rsidR="008A6C1D" w:rsidRPr="002D7773">
              <w:t xml:space="preserve">prepared at least </w:t>
            </w:r>
            <w:commentRangeStart w:id="1"/>
            <w:r w:rsidR="008A6C1D" w:rsidRPr="002D7773">
              <w:rPr>
                <w:rStyle w:val="SITemporaryText-red"/>
              </w:rPr>
              <w:t>two (2) of the following forms of forage:</w:t>
            </w:r>
          </w:p>
          <w:p w14:paraId="07D7680C" w14:textId="77777777" w:rsidR="008A6C1D" w:rsidRPr="002D7773" w:rsidRDefault="008A6C1D" w:rsidP="002D7773">
            <w:pPr>
              <w:pStyle w:val="SIBulletList2"/>
              <w:rPr>
                <w:rStyle w:val="SITemporaryText-red"/>
              </w:rPr>
            </w:pPr>
            <w:r w:rsidRPr="002D7773">
              <w:rPr>
                <w:rStyle w:val="SITemporaryText-red"/>
              </w:rPr>
              <w:t>Hay</w:t>
            </w:r>
          </w:p>
          <w:p w14:paraId="1A7A7025" w14:textId="178A5DC0" w:rsidR="008A6C1D" w:rsidRPr="002D7773" w:rsidRDefault="008A6C1D" w:rsidP="002D7773">
            <w:pPr>
              <w:pStyle w:val="SIBulletList2"/>
              <w:rPr>
                <w:rStyle w:val="SITemporaryText-red"/>
              </w:rPr>
            </w:pPr>
            <w:r w:rsidRPr="002D7773">
              <w:rPr>
                <w:rStyle w:val="SITemporaryText-red"/>
              </w:rPr>
              <w:t>Wilted silage (</w:t>
            </w:r>
            <w:r w:rsidR="00C322F3" w:rsidRPr="00C322F3">
              <w:rPr>
                <w:rStyle w:val="SITemporaryText-red"/>
              </w:rPr>
              <w:t>Bal</w:t>
            </w:r>
            <w:r w:rsidR="00810A0E">
              <w:rPr>
                <w:rStyle w:val="SITemporaryText-red"/>
              </w:rPr>
              <w:t>e</w:t>
            </w:r>
            <w:r w:rsidR="00C322F3" w:rsidRPr="00C322F3">
              <w:rPr>
                <w:rStyle w:val="SITemporaryText-red"/>
              </w:rPr>
              <w:t>age</w:t>
            </w:r>
            <w:r w:rsidRPr="002D7773">
              <w:rPr>
                <w:rStyle w:val="SITemporaryText-red"/>
              </w:rPr>
              <w:t xml:space="preserve"> or Haylage)</w:t>
            </w:r>
          </w:p>
          <w:p w14:paraId="412132EB" w14:textId="77777777" w:rsidR="008A6C1D" w:rsidRPr="002D7773" w:rsidRDefault="008A6C1D" w:rsidP="002D7773">
            <w:pPr>
              <w:pStyle w:val="SIBulletList2"/>
              <w:rPr>
                <w:rStyle w:val="SITemporaryText-red"/>
              </w:rPr>
            </w:pPr>
            <w:r w:rsidRPr="002D7773">
              <w:rPr>
                <w:rStyle w:val="SITemporaryText-red"/>
              </w:rPr>
              <w:t>Bulk chopped silage</w:t>
            </w:r>
          </w:p>
          <w:p w14:paraId="5D96B4E5" w14:textId="77777777" w:rsidR="008A6C1D" w:rsidRPr="002D7773" w:rsidRDefault="008A6C1D" w:rsidP="002D7773">
            <w:pPr>
              <w:pStyle w:val="SIBulletList2"/>
              <w:rPr>
                <w:rStyle w:val="SITemporaryText-red"/>
              </w:rPr>
            </w:pPr>
            <w:r w:rsidRPr="002D7773">
              <w:rPr>
                <w:rStyle w:val="SITemporaryText-red"/>
              </w:rPr>
              <w:t>Green Chop</w:t>
            </w:r>
            <w:commentRangeEnd w:id="1"/>
            <w:r>
              <w:rPr>
                <w:szCs w:val="22"/>
                <w:lang w:eastAsia="en-AU"/>
              </w:rPr>
              <w:commentReference w:id="1"/>
            </w:r>
          </w:p>
          <w:p w14:paraId="2CF47443" w14:textId="77777777" w:rsidR="008A6C1D" w:rsidRPr="002D7773" w:rsidRDefault="008A6C1D" w:rsidP="008A6C1D">
            <w:pPr>
              <w:pStyle w:val="SIText"/>
            </w:pPr>
          </w:p>
          <w:p w14:paraId="327CBB75" w14:textId="4D7F7E7D" w:rsidR="0058449A" w:rsidRPr="002D7773" w:rsidRDefault="008A6C1D" w:rsidP="008A6C1D">
            <w:pPr>
              <w:pStyle w:val="SIText"/>
            </w:pPr>
            <w:r>
              <w:t>There must also be evidence that the individual has:</w:t>
            </w:r>
          </w:p>
          <w:p w14:paraId="5A82B75C" w14:textId="77777777" w:rsidR="008A6C1D" w:rsidRDefault="008A6C1D" w:rsidP="008A6C1D">
            <w:pPr>
              <w:pStyle w:val="SIBulletList1"/>
            </w:pPr>
            <w:r>
              <w:t>i</w:t>
            </w:r>
            <w:r w:rsidRPr="00061F4C">
              <w:t xml:space="preserve">nterpret and implement forage conservation </w:t>
            </w:r>
            <w:r>
              <w:t>production plan</w:t>
            </w:r>
          </w:p>
          <w:p w14:paraId="36E6EC0E" w14:textId="63C12A66" w:rsidR="0058449A" w:rsidRPr="002D7773" w:rsidRDefault="0058449A" w:rsidP="008A6C1D">
            <w:pPr>
              <w:pStyle w:val="SIBulletList1"/>
            </w:pPr>
            <w:r w:rsidRPr="002D7773">
              <w:t>prepare</w:t>
            </w:r>
            <w:r w:rsidR="000D6BAD" w:rsidRPr="002D7773">
              <w:t>d</w:t>
            </w:r>
            <w:r w:rsidRPr="002D7773">
              <w:t xml:space="preserve"> paddocks for forage conservation</w:t>
            </w:r>
          </w:p>
          <w:p w14:paraId="522F961D" w14:textId="058D3439" w:rsidR="0058449A" w:rsidRPr="002D7773" w:rsidRDefault="000D6BAD" w:rsidP="008A6C1D">
            <w:pPr>
              <w:pStyle w:val="SIBulletList1"/>
            </w:pPr>
            <w:r w:rsidRPr="002D7773">
              <w:t xml:space="preserve">prepared forage for </w:t>
            </w:r>
            <w:r w:rsidR="0058449A" w:rsidRPr="002D7773">
              <w:t>harvest, prepare</w:t>
            </w:r>
            <w:r w:rsidR="00031807" w:rsidRPr="002D7773">
              <w:t xml:space="preserve"> storage facilities</w:t>
            </w:r>
            <w:r w:rsidR="0058449A" w:rsidRPr="002D7773">
              <w:t xml:space="preserve"> and store</w:t>
            </w:r>
            <w:r w:rsidR="00031807" w:rsidRPr="002D7773">
              <w:t>d</w:t>
            </w:r>
            <w:r w:rsidR="0058449A" w:rsidRPr="002D7773">
              <w:t xml:space="preserve"> forage</w:t>
            </w:r>
            <w:r w:rsidR="00031807" w:rsidRPr="002D7773">
              <w:t xml:space="preserve"> according to production plan</w:t>
            </w:r>
          </w:p>
          <w:p w14:paraId="12E9B5B2" w14:textId="2FB74355" w:rsidR="008A6C1D" w:rsidRDefault="008A6C1D" w:rsidP="008A6C1D">
            <w:pPr>
              <w:pStyle w:val="SIBulletList1"/>
            </w:pPr>
            <w:r>
              <w:t>maintained records according to wor</w:t>
            </w:r>
            <w:r w:rsidR="001322A5">
              <w:t>k</w:t>
            </w:r>
            <w:r>
              <w:t>place procedures</w:t>
            </w:r>
          </w:p>
          <w:p w14:paraId="063B2BAC" w14:textId="1577ACD0" w:rsidR="0058449A" w:rsidRPr="002D7773" w:rsidRDefault="008A6C1D" w:rsidP="001A19C4">
            <w:pPr>
              <w:pStyle w:val="SIBulletList1"/>
            </w:pPr>
            <w:r>
              <w:t xml:space="preserve">prepared, </w:t>
            </w:r>
            <w:r w:rsidR="0058449A" w:rsidRPr="002D7773">
              <w:t>operate</w:t>
            </w:r>
            <w:r>
              <w:t>d</w:t>
            </w:r>
            <w:r w:rsidR="0058449A" w:rsidRPr="002D7773">
              <w:t xml:space="preserve"> and maintain</w:t>
            </w:r>
            <w:r>
              <w:t>ed</w:t>
            </w:r>
            <w:r w:rsidR="0058449A" w:rsidRPr="002D7773">
              <w:t xml:space="preserve"> forage </w:t>
            </w:r>
            <w:r>
              <w:t xml:space="preserve">preparation and </w:t>
            </w:r>
            <w:r w:rsidR="0058449A" w:rsidRPr="002D7773">
              <w:t>harvesting equipment</w:t>
            </w:r>
          </w:p>
          <w:p w14:paraId="270709E7" w14:textId="130F4701" w:rsidR="0058449A" w:rsidRPr="002D7773" w:rsidRDefault="0058449A" w:rsidP="008A6C1D">
            <w:pPr>
              <w:pStyle w:val="SIBulletList1"/>
            </w:pPr>
            <w:r w:rsidRPr="002D7773">
              <w:t xml:space="preserve">assess </w:t>
            </w:r>
            <w:r w:rsidR="001322A5">
              <w:t xml:space="preserve">workplace health and safety </w:t>
            </w:r>
            <w:r w:rsidRPr="002D7773">
              <w:t xml:space="preserve">risks and implement </w:t>
            </w:r>
            <w:r w:rsidR="001322A5">
              <w:t xml:space="preserve">controls according to </w:t>
            </w:r>
            <w:r w:rsidR="001322A5" w:rsidRPr="00251971">
              <w:t xml:space="preserve">workplace health and safety policies </w:t>
            </w:r>
          </w:p>
          <w:p w14:paraId="5413A108" w14:textId="4C239B3F" w:rsidR="0058449A" w:rsidRPr="002D7773" w:rsidRDefault="001322A5" w:rsidP="008A6C1D">
            <w:pPr>
              <w:pStyle w:val="SIBulletList1"/>
            </w:pPr>
            <w:r>
              <w:t>harvested forage efficiently according to production plan</w:t>
            </w:r>
          </w:p>
          <w:p w14:paraId="3F4E2EAA" w14:textId="7E6C8B8D" w:rsidR="00556C4C" w:rsidRPr="000754EC" w:rsidRDefault="0058449A" w:rsidP="001322A5">
            <w:pPr>
              <w:pStyle w:val="SIBulletList1"/>
            </w:pPr>
            <w:r w:rsidRPr="002D7773">
              <w:t>follow</w:t>
            </w:r>
            <w:r w:rsidR="001322A5">
              <w:t>ed</w:t>
            </w:r>
            <w:r w:rsidRPr="002D7773">
              <w:t xml:space="preserve"> enterprise biosecurity </w:t>
            </w:r>
            <w:r w:rsidR="001322A5">
              <w:t>and environmental policies and procedures.</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956D7">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956D7">
        <w:tc>
          <w:tcPr>
            <w:tcW w:w="5000" w:type="pct"/>
            <w:shd w:val="clear" w:color="auto" w:fill="auto"/>
          </w:tcPr>
          <w:p w14:paraId="6779F019" w14:textId="20C34D5D" w:rsidR="0058449A" w:rsidRPr="0058449A" w:rsidRDefault="00F30A93" w:rsidP="0058449A">
            <w:pPr>
              <w:pStyle w:val="SIBulletList1"/>
              <w:numPr>
                <w:ilvl w:val="0"/>
                <w:numId w:val="0"/>
              </w:numPr>
              <w:ind w:left="357" w:hanging="357"/>
            </w:pPr>
            <w:r>
              <w:t>An individual must be able to demonstrate the knowledge required to perform the tasks outlined in the elements and performance criteria of this unit. This includes knowledge of:</w:t>
            </w:r>
          </w:p>
          <w:p w14:paraId="4CD1BE0B" w14:textId="57C3B0CE" w:rsidR="00810A0E" w:rsidRDefault="00810A0E" w:rsidP="0058449A">
            <w:pPr>
              <w:pStyle w:val="SIBulletList1"/>
            </w:pPr>
            <w:r>
              <w:t>types of forage</w:t>
            </w:r>
            <w:r w:rsidR="001D52C2">
              <w:t xml:space="preserve"> systems and methods</w:t>
            </w:r>
            <w:r>
              <w:t xml:space="preserve"> including:</w:t>
            </w:r>
          </w:p>
          <w:p w14:paraId="3E7237DA" w14:textId="11B36D31" w:rsidR="0058449A" w:rsidRPr="0058449A" w:rsidRDefault="001D52C2" w:rsidP="002D7773">
            <w:pPr>
              <w:pStyle w:val="SIBulletList2"/>
            </w:pPr>
            <w:r>
              <w:t>h</w:t>
            </w:r>
            <w:r w:rsidRPr="001D52C2">
              <w:t>ay</w:t>
            </w:r>
            <w:r>
              <w:t>, wilted silage (baleage h</w:t>
            </w:r>
            <w:r w:rsidRPr="001D52C2">
              <w:t>aylage)</w:t>
            </w:r>
            <w:r>
              <w:t>, b</w:t>
            </w:r>
            <w:r w:rsidRPr="001D52C2">
              <w:t>ulk chopped silage</w:t>
            </w:r>
            <w:r>
              <w:t>, green c</w:t>
            </w:r>
            <w:r w:rsidRPr="001D52C2">
              <w:t>hop</w:t>
            </w:r>
          </w:p>
          <w:p w14:paraId="3ED5777E" w14:textId="2B70AE9E" w:rsidR="0058449A" w:rsidRPr="0058449A" w:rsidRDefault="0058449A" w:rsidP="002D7773">
            <w:pPr>
              <w:pStyle w:val="SIBulletList2"/>
            </w:pPr>
            <w:r w:rsidRPr="0058449A">
              <w:t xml:space="preserve">factors affecting the quality of </w:t>
            </w:r>
            <w:r w:rsidR="00810A0E">
              <w:t>forage</w:t>
            </w:r>
          </w:p>
          <w:p w14:paraId="5D3F3715" w14:textId="007C0889" w:rsidR="001D52C2" w:rsidRDefault="0058449A" w:rsidP="002D7773">
            <w:pPr>
              <w:pStyle w:val="SIBulletList2"/>
            </w:pPr>
            <w:r w:rsidRPr="0058449A">
              <w:t>dry matter content</w:t>
            </w:r>
            <w:r w:rsidR="001D52C2">
              <w:t xml:space="preserve"> and testing</w:t>
            </w:r>
          </w:p>
          <w:p w14:paraId="1E55F9B0" w14:textId="316024F8" w:rsidR="0058449A" w:rsidRPr="0058449A" w:rsidRDefault="0058449A" w:rsidP="002D7773">
            <w:pPr>
              <w:pStyle w:val="SIBulletList2"/>
            </w:pPr>
            <w:r w:rsidRPr="0058449A">
              <w:t xml:space="preserve">hygiene </w:t>
            </w:r>
            <w:r w:rsidR="001D52C2">
              <w:t xml:space="preserve">and biosecurity </w:t>
            </w:r>
            <w:r w:rsidRPr="0058449A">
              <w:t>requirements</w:t>
            </w:r>
          </w:p>
          <w:p w14:paraId="1F19FEF9" w14:textId="3D33A8E5" w:rsidR="00810A0E" w:rsidRDefault="00810A0E" w:rsidP="0058449A">
            <w:pPr>
              <w:pStyle w:val="SIBulletList1"/>
            </w:pPr>
            <w:r>
              <w:t>forage production equipment and machinery, including:</w:t>
            </w:r>
          </w:p>
          <w:p w14:paraId="63589167" w14:textId="5913D8AD" w:rsidR="0058449A" w:rsidRDefault="0058449A" w:rsidP="002D7773">
            <w:pPr>
              <w:pStyle w:val="SIBulletList2"/>
            </w:pPr>
            <w:r w:rsidRPr="0058449A">
              <w:t>range and functions of silage and haymaking machinery and equipment</w:t>
            </w:r>
          </w:p>
          <w:p w14:paraId="1EC224AD" w14:textId="584074EA" w:rsidR="00810A0E" w:rsidRDefault="00810A0E" w:rsidP="002D7773">
            <w:pPr>
              <w:pStyle w:val="SIBulletList2"/>
            </w:pPr>
            <w:r>
              <w:t>operation and safety</w:t>
            </w:r>
          </w:p>
          <w:p w14:paraId="5B514F14" w14:textId="77777777" w:rsidR="00810A0E" w:rsidRDefault="00810A0E" w:rsidP="002D7773">
            <w:pPr>
              <w:pStyle w:val="SIBulletList2"/>
            </w:pPr>
            <w:r>
              <w:t>preparation for use</w:t>
            </w:r>
          </w:p>
          <w:p w14:paraId="5F47F6E7" w14:textId="77777777" w:rsidR="00810A0E" w:rsidRDefault="00810A0E" w:rsidP="002D7773">
            <w:pPr>
              <w:pStyle w:val="SIBulletList2"/>
            </w:pPr>
            <w:r>
              <w:t>cleaning and biosecurity</w:t>
            </w:r>
            <w:r w:rsidRPr="0058449A">
              <w:t xml:space="preserve"> </w:t>
            </w:r>
          </w:p>
          <w:p w14:paraId="6E06B98D" w14:textId="67544376" w:rsidR="00810A0E" w:rsidRPr="0058449A" w:rsidRDefault="00810A0E" w:rsidP="002D7773">
            <w:pPr>
              <w:pStyle w:val="SIBulletList2"/>
            </w:pPr>
            <w:r w:rsidRPr="0058449A">
              <w:t>licensing requirements</w:t>
            </w:r>
            <w:r>
              <w:t xml:space="preserve"> on public </w:t>
            </w:r>
            <w:r w:rsidR="001D52C2">
              <w:t>land</w:t>
            </w:r>
          </w:p>
          <w:p w14:paraId="57CF0CA9" w14:textId="77777777" w:rsidR="0058449A" w:rsidRPr="0058449A" w:rsidRDefault="0058449A" w:rsidP="0058449A">
            <w:pPr>
              <w:pStyle w:val="SIBulletList1"/>
            </w:pPr>
            <w:r w:rsidRPr="0058449A">
              <w:t>common weeds, pests and diseases associated with crops and pastures</w:t>
            </w:r>
          </w:p>
          <w:p w14:paraId="3D258CFB" w14:textId="03AA4B54" w:rsidR="0058449A" w:rsidRPr="0058449A" w:rsidRDefault="00810A0E" w:rsidP="0058449A">
            <w:pPr>
              <w:pStyle w:val="SIBulletList1"/>
            </w:pPr>
            <w:r>
              <w:t xml:space="preserve">harvest efficiency and the </w:t>
            </w:r>
            <w:r w:rsidR="0058449A" w:rsidRPr="0058449A">
              <w:t>role technology</w:t>
            </w:r>
            <w:r w:rsidR="001D52C2">
              <w:t xml:space="preserve"> can play</w:t>
            </w:r>
          </w:p>
          <w:p w14:paraId="71A81E07" w14:textId="77777777" w:rsidR="00810A0E" w:rsidRDefault="00810A0E" w:rsidP="004508EE">
            <w:pPr>
              <w:pStyle w:val="SIBulletList1"/>
            </w:pPr>
            <w:r>
              <w:t xml:space="preserve">workplace health and safety </w:t>
            </w:r>
            <w:r w:rsidR="0058449A" w:rsidRPr="0058449A">
              <w:t>risks associated with conservation of forage</w:t>
            </w:r>
            <w:r>
              <w:t>, including:</w:t>
            </w:r>
          </w:p>
          <w:p w14:paraId="6A89F775" w14:textId="77773272" w:rsidR="001D52C2" w:rsidRDefault="001D52C2" w:rsidP="002D7773">
            <w:pPr>
              <w:pStyle w:val="SIBulletList2"/>
            </w:pPr>
            <w:r w:rsidRPr="0058449A">
              <w:t>types and application of personal protective equipment</w:t>
            </w:r>
            <w:r w:rsidR="001E2475">
              <w:t xml:space="preserve"> (PPE)</w:t>
            </w:r>
          </w:p>
          <w:p w14:paraId="65660E0A" w14:textId="160D2112" w:rsidR="001E2475" w:rsidRDefault="00196DC6" w:rsidP="002D7773">
            <w:pPr>
              <w:pStyle w:val="SIBulletList2"/>
            </w:pPr>
            <w:r>
              <w:t xml:space="preserve">impact of moisture on combustion and </w:t>
            </w:r>
            <w:r w:rsidR="0058449A" w:rsidRPr="0058449A">
              <w:t>fire</w:t>
            </w:r>
            <w:r>
              <w:t>s</w:t>
            </w:r>
            <w:r w:rsidR="0058449A" w:rsidRPr="0058449A">
              <w:t xml:space="preserve"> </w:t>
            </w:r>
            <w:r>
              <w:t>in</w:t>
            </w:r>
            <w:r w:rsidR="0058449A" w:rsidRPr="0058449A">
              <w:t xml:space="preserve"> hay stacks</w:t>
            </w:r>
          </w:p>
          <w:p w14:paraId="360CDF85" w14:textId="10BA5F32" w:rsidR="00196DC6" w:rsidRDefault="001E2475" w:rsidP="002D7773">
            <w:pPr>
              <w:pStyle w:val="SIBulletList2"/>
            </w:pPr>
            <w:r>
              <w:t>fire/explosion from dust in enclosed spaces</w:t>
            </w:r>
          </w:p>
          <w:p w14:paraId="21EE774C" w14:textId="77777777" w:rsidR="00196DC6" w:rsidRDefault="0058449A" w:rsidP="002D7773">
            <w:pPr>
              <w:pStyle w:val="SIBulletList2"/>
            </w:pPr>
            <w:r w:rsidRPr="0058449A">
              <w:t>potential contact with overhead power lines</w:t>
            </w:r>
          </w:p>
          <w:p w14:paraId="5D500948" w14:textId="58E2C8B8" w:rsidR="00196DC6" w:rsidRPr="0058449A" w:rsidRDefault="001E2475" w:rsidP="002D7773">
            <w:pPr>
              <w:pStyle w:val="SIBulletList2"/>
            </w:pPr>
            <w:r>
              <w:t xml:space="preserve">personal </w:t>
            </w:r>
            <w:r w:rsidR="0058449A" w:rsidRPr="0058449A">
              <w:t>exposure to noise and dust</w:t>
            </w:r>
            <w:r>
              <w:t xml:space="preserve"> and the need for PPE</w:t>
            </w:r>
          </w:p>
          <w:p w14:paraId="571A8D22" w14:textId="6B445056" w:rsidR="0058449A" w:rsidRDefault="0058449A" w:rsidP="002D7773">
            <w:pPr>
              <w:pStyle w:val="SIBulletList2"/>
            </w:pPr>
            <w:r w:rsidRPr="0058449A">
              <w:t>animal health</w:t>
            </w:r>
            <w:r w:rsidR="001D52C2">
              <w:t xml:space="preserve"> factors</w:t>
            </w:r>
          </w:p>
          <w:p w14:paraId="34140445" w14:textId="1EF93B7B" w:rsidR="001D52C2" w:rsidRDefault="001D52C2" w:rsidP="001D52C2">
            <w:pPr>
              <w:pStyle w:val="SIBulletList1"/>
            </w:pPr>
            <w:r>
              <w:t>potential risks</w:t>
            </w:r>
            <w:r w:rsidR="0058449A" w:rsidRPr="0058449A">
              <w:t xml:space="preserve"> of forage conservation</w:t>
            </w:r>
            <w:r w:rsidRPr="0058449A">
              <w:t xml:space="preserve"> </w:t>
            </w:r>
            <w:r>
              <w:t xml:space="preserve">on the </w:t>
            </w:r>
            <w:r w:rsidRPr="0058449A">
              <w:t>environmental</w:t>
            </w:r>
          </w:p>
          <w:p w14:paraId="594042BC" w14:textId="3EC5DCC9" w:rsidR="00F1480E" w:rsidRPr="000754EC" w:rsidRDefault="001D52C2" w:rsidP="001D52C2">
            <w:pPr>
              <w:pStyle w:val="SIBulletList1"/>
            </w:pPr>
            <w:r>
              <w:t>record keeping systems for forage conservation</w:t>
            </w:r>
            <w:r w:rsidR="0058449A" w:rsidRPr="0058449A">
              <w:t>.</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956D7">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1D52C2" w14:paraId="4AECFB30" w14:textId="77777777" w:rsidTr="00C956D7">
        <w:tc>
          <w:tcPr>
            <w:tcW w:w="5000" w:type="pct"/>
            <w:shd w:val="clear" w:color="auto" w:fill="auto"/>
          </w:tcPr>
          <w:p w14:paraId="3A9952BA" w14:textId="60664DFF" w:rsidR="00DA54B5" w:rsidRPr="002D7773" w:rsidRDefault="00DA54B5" w:rsidP="002D7773">
            <w:pPr>
              <w:pStyle w:val="SIText"/>
            </w:pPr>
            <w:r w:rsidRPr="002D7773">
              <w:t xml:space="preserve">Assessment of the skills in this unit of competency must take place under the following conditions: </w:t>
            </w:r>
          </w:p>
          <w:p w14:paraId="04186F1B" w14:textId="5A6BABC2" w:rsidR="00DA54B5" w:rsidRPr="002D7773" w:rsidRDefault="00911F6D" w:rsidP="001D52C2">
            <w:pPr>
              <w:pStyle w:val="SIBulletList1"/>
            </w:pPr>
            <w:r w:rsidRPr="00911F6D" w:rsidDel="00911F6D">
              <w:t xml:space="preserve"> </w:t>
            </w:r>
            <w:r w:rsidR="00DA54B5" w:rsidRPr="002D7773">
              <w:t>physical conditions:</w:t>
            </w:r>
          </w:p>
          <w:p w14:paraId="386B05FF" w14:textId="474D5162" w:rsidR="00DA54B5" w:rsidRPr="002D7773" w:rsidRDefault="00DA54B5" w:rsidP="001D52C2">
            <w:pPr>
              <w:pStyle w:val="SIBulletList2"/>
              <w:rPr>
                <w:rFonts w:eastAsia="Calibri"/>
              </w:rPr>
            </w:pPr>
            <w:r w:rsidRPr="002D7773">
              <w:t>skills must be demonstrated in</w:t>
            </w:r>
            <w:r w:rsidR="001D52C2">
              <w:t xml:space="preserve"> on farm with paddocks of forage </w:t>
            </w:r>
            <w:r w:rsidRPr="002D7773">
              <w:t>or an environment that accurately represents workplace conditions</w:t>
            </w:r>
          </w:p>
          <w:p w14:paraId="7CD1E166" w14:textId="0A383BC0" w:rsidR="00DA54B5" w:rsidRPr="002D7773" w:rsidRDefault="00DA54B5" w:rsidP="001D52C2">
            <w:pPr>
              <w:pStyle w:val="SIBulletList1"/>
            </w:pPr>
            <w:r w:rsidRPr="002D7773">
              <w:t>resources, equipment and materials:</w:t>
            </w:r>
          </w:p>
          <w:p w14:paraId="1AC0F720" w14:textId="2A58FC29" w:rsidR="00DA54B5" w:rsidRPr="002D7773" w:rsidRDefault="00AF755F" w:rsidP="001D52C2">
            <w:pPr>
              <w:pStyle w:val="SIBulletList2"/>
              <w:rPr>
                <w:rFonts w:eastAsia="Calibri"/>
              </w:rPr>
            </w:pPr>
            <w:r>
              <w:rPr>
                <w:rFonts w:eastAsia="Calibri"/>
              </w:rPr>
              <w:t>access to forage plants ready for preparation and harvesting</w:t>
            </w:r>
          </w:p>
          <w:p w14:paraId="77D53DD8" w14:textId="3385BB55" w:rsidR="00DA54B5" w:rsidRPr="002D7773" w:rsidRDefault="00AF755F" w:rsidP="001D52C2">
            <w:pPr>
              <w:pStyle w:val="SIBulletList2"/>
              <w:rPr>
                <w:rFonts w:eastAsia="Calibri"/>
              </w:rPr>
            </w:pPr>
            <w:r>
              <w:lastRenderedPageBreak/>
              <w:t xml:space="preserve">use of </w:t>
            </w:r>
            <w:r w:rsidR="00DA54B5" w:rsidRPr="002D7773">
              <w:t>tools</w:t>
            </w:r>
            <w:r>
              <w:t>, equipment and machinery</w:t>
            </w:r>
          </w:p>
          <w:p w14:paraId="4AB282A7" w14:textId="27E30FD1" w:rsidR="00DA54B5" w:rsidRPr="002D7773" w:rsidRDefault="00F406E4" w:rsidP="001D52C2">
            <w:pPr>
              <w:pStyle w:val="SIBulletList2"/>
              <w:rPr>
                <w:rFonts w:eastAsia="Calibri"/>
              </w:rPr>
            </w:pPr>
            <w:r>
              <w:t>u</w:t>
            </w:r>
            <w:r w:rsidR="00DA54B5" w:rsidRPr="002D7773">
              <w:t>se of personal protective equipment</w:t>
            </w:r>
          </w:p>
          <w:p w14:paraId="3D4B0BD2" w14:textId="282ECDB6" w:rsidR="00DA54B5" w:rsidRPr="002D7773" w:rsidRDefault="00DA54B5" w:rsidP="001D52C2">
            <w:pPr>
              <w:pStyle w:val="SIBulletList1"/>
              <w:rPr>
                <w:rFonts w:eastAsia="Calibri"/>
              </w:rPr>
            </w:pPr>
            <w:r w:rsidRPr="002D7773">
              <w:rPr>
                <w:rFonts w:eastAsia="Calibri"/>
              </w:rPr>
              <w:t>specifications:</w:t>
            </w:r>
          </w:p>
          <w:p w14:paraId="03115840" w14:textId="206C67C5" w:rsidR="00DA54B5" w:rsidRPr="002D7773" w:rsidRDefault="00DA54B5" w:rsidP="001D52C2">
            <w:pPr>
              <w:pStyle w:val="SIBulletList2"/>
              <w:rPr>
                <w:rFonts w:eastAsia="Calibri"/>
              </w:rPr>
            </w:pPr>
            <w:r w:rsidRPr="002D7773">
              <w:rPr>
                <w:rFonts w:eastAsia="Calibri"/>
              </w:rPr>
              <w:t>use of workplace policies, procedures, processes</w:t>
            </w:r>
            <w:r w:rsidR="00F406E4">
              <w:rPr>
                <w:rFonts w:eastAsia="Calibri"/>
              </w:rPr>
              <w:t xml:space="preserve"> for forage conservation</w:t>
            </w:r>
          </w:p>
          <w:p w14:paraId="4B734460" w14:textId="71694386" w:rsidR="00DA54B5" w:rsidRPr="002D7773" w:rsidRDefault="00DA54B5" w:rsidP="00F406E4">
            <w:pPr>
              <w:pStyle w:val="SIBulletList2"/>
              <w:rPr>
                <w:rFonts w:eastAsia="Calibri"/>
              </w:rPr>
            </w:pPr>
            <w:r w:rsidRPr="002D7773">
              <w:rPr>
                <w:rFonts w:eastAsia="Calibri"/>
              </w:rPr>
              <w:t xml:space="preserve">use of manufacturer operating instructions for </w:t>
            </w:r>
            <w:r w:rsidR="00F406E4">
              <w:rPr>
                <w:rFonts w:eastAsia="Calibri"/>
              </w:rPr>
              <w:t xml:space="preserve">tools, </w:t>
            </w:r>
            <w:r w:rsidRPr="002D7773">
              <w:rPr>
                <w:rFonts w:eastAsia="Calibri"/>
              </w:rPr>
              <w:t>equipment</w:t>
            </w:r>
            <w:r w:rsidR="00F406E4">
              <w:rPr>
                <w:rFonts w:eastAsia="Calibri"/>
              </w:rPr>
              <w:t xml:space="preserve"> and </w:t>
            </w:r>
            <w:r w:rsidRPr="002D7773">
              <w:rPr>
                <w:rFonts w:eastAsia="Calibri"/>
              </w:rPr>
              <w:t>machinery</w:t>
            </w:r>
          </w:p>
          <w:p w14:paraId="5EDE35FD" w14:textId="7984DCF8" w:rsidR="00DA54B5" w:rsidRPr="002D7773" w:rsidRDefault="00F406E4" w:rsidP="00F406E4">
            <w:pPr>
              <w:pStyle w:val="SIBulletList2"/>
              <w:rPr>
                <w:rFonts w:eastAsia="Calibri"/>
              </w:rPr>
            </w:pPr>
            <w:r w:rsidRPr="00F406E4" w:rsidDel="00F406E4">
              <w:rPr>
                <w:rFonts w:eastAsia="Calibri"/>
              </w:rPr>
              <w:t xml:space="preserve"> </w:t>
            </w:r>
            <w:r w:rsidR="00DA54B5" w:rsidRPr="002D7773">
              <w:rPr>
                <w:rFonts w:eastAsia="Calibri"/>
              </w:rPr>
              <w:t xml:space="preserve">use of </w:t>
            </w:r>
            <w:r>
              <w:rPr>
                <w:rFonts w:eastAsia="Calibri"/>
              </w:rPr>
              <w:t>forage</w:t>
            </w:r>
            <w:r w:rsidRPr="002D7773">
              <w:rPr>
                <w:rFonts w:eastAsia="Calibri"/>
              </w:rPr>
              <w:t xml:space="preserve"> </w:t>
            </w:r>
            <w:r w:rsidR="00DA54B5" w:rsidRPr="002D7773">
              <w:rPr>
                <w:rFonts w:eastAsia="Calibri"/>
              </w:rPr>
              <w:t>specifications</w:t>
            </w:r>
            <w:r>
              <w:rPr>
                <w:rFonts w:eastAsia="Calibri"/>
              </w:rPr>
              <w:t xml:space="preserve"> </w:t>
            </w:r>
          </w:p>
          <w:p w14:paraId="08F72541" w14:textId="791E220E" w:rsidR="00DA54B5" w:rsidRPr="002D7773" w:rsidRDefault="00DA54B5" w:rsidP="00F406E4">
            <w:pPr>
              <w:pStyle w:val="SIBulletList1"/>
            </w:pPr>
            <w:r w:rsidRPr="002D7773">
              <w:t>timeframes:</w:t>
            </w:r>
          </w:p>
          <w:p w14:paraId="764BEECF" w14:textId="7441C1E0" w:rsidR="00F406E4" w:rsidRPr="002D7773" w:rsidRDefault="00DA54B5" w:rsidP="00F406E4">
            <w:pPr>
              <w:pStyle w:val="SIBulletList2"/>
            </w:pPr>
            <w:r w:rsidRPr="002D7773">
              <w:t>within a time period</w:t>
            </w:r>
            <w:r w:rsidR="00F406E4">
              <w:t xml:space="preserve"> required to preserve forage quality.</w:t>
            </w:r>
          </w:p>
          <w:p w14:paraId="3DE0592A" w14:textId="77777777" w:rsidR="00DA54B5" w:rsidRPr="002D7773" w:rsidRDefault="00DA54B5" w:rsidP="001D52C2">
            <w:pPr>
              <w:pStyle w:val="SIText"/>
            </w:pPr>
          </w:p>
          <w:p w14:paraId="408F0CDB" w14:textId="28D698D7" w:rsidR="00DA54B5" w:rsidRPr="002D7773" w:rsidRDefault="00DA54B5" w:rsidP="002D7773">
            <w:pPr>
              <w:pStyle w:val="SIText"/>
              <w:rPr>
                <w:rFonts w:eastAsia="Calibri"/>
              </w:rPr>
            </w:pPr>
            <w:r w:rsidRPr="002D7773">
              <w:t>Assessors of this unit must satisfy the requirements for assessors in applicable vocational education and training legislation, frameworks and/or standards.</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Guides, are available at VETNet:</w:t>
            </w:r>
          </w:p>
          <w:p w14:paraId="15AC7B9E" w14:textId="54A7FC92" w:rsidR="00F1480E" w:rsidRPr="000754EC" w:rsidRDefault="00D7367B" w:rsidP="000754EC">
            <w:pPr>
              <w:pStyle w:val="SIText"/>
            </w:pPr>
            <w:hyperlink r:id="rId15" w:history="1">
              <w:r w:rsidR="00E933B0" w:rsidRPr="00CD1AB5">
                <w:t>https://vetnet.gov.au/Pages/TrainingDocs.aspx?q=c6399549-9c62-4a5e-bf1a-524b2322cf72</w:t>
              </w:r>
            </w:hyperlink>
            <w:r w:rsidR="00E933B0">
              <w:t xml:space="preserve"> </w:t>
            </w:r>
          </w:p>
        </w:tc>
      </w:tr>
    </w:tbl>
    <w:p w14:paraId="7DC142F8" w14:textId="77777777" w:rsidR="00F1480E" w:rsidRDefault="00F1480E" w:rsidP="005F771F">
      <w:pPr>
        <w:pStyle w:val="SIText"/>
      </w:pPr>
    </w:p>
    <w:sectPr w:rsidR="00F1480E" w:rsidSect="00AE32CB">
      <w:headerReference w:type="default" r:id="rId16"/>
      <w:footerReference w:type="default" r:id="rId17"/>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Ron Barrow" w:date="2020-12-11T10:37:00Z" w:initials="RB">
    <w:p w14:paraId="24A51E00" w14:textId="3C0DE3C1" w:rsidR="008A6C1D" w:rsidRDefault="008A6C1D">
      <w:r>
        <w:annotationRef/>
      </w:r>
      <w:r>
        <w:t>Is this reasonable. SME Advice sought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4A51E0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4A51E00" w16cid:durableId="23B2E6D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CA29A2" w14:textId="77777777" w:rsidR="00D7367B" w:rsidRDefault="00D7367B" w:rsidP="00BF3F0A">
      <w:r>
        <w:separator/>
      </w:r>
    </w:p>
    <w:p w14:paraId="08ABD271" w14:textId="77777777" w:rsidR="00D7367B" w:rsidRDefault="00D7367B"/>
  </w:endnote>
  <w:endnote w:type="continuationSeparator" w:id="0">
    <w:p w14:paraId="3504C4A2" w14:textId="77777777" w:rsidR="00D7367B" w:rsidRDefault="00D7367B" w:rsidP="00BF3F0A">
      <w:r>
        <w:continuationSeparator/>
      </w:r>
    </w:p>
    <w:p w14:paraId="12F8555E" w14:textId="77777777" w:rsidR="00D7367B" w:rsidRDefault="00D7367B"/>
  </w:endnote>
  <w:endnote w:type="continuationNotice" w:id="1">
    <w:p w14:paraId="16DE71DE" w14:textId="77777777" w:rsidR="00D7367B" w:rsidRDefault="00D736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B99B67E" w14:textId="77777777" w:rsidR="00C956D7" w:rsidRPr="000754EC" w:rsidRDefault="00C956D7"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6621BA">
          <w:rPr>
            <w:noProof/>
          </w:rPr>
          <w:t>5</w:t>
        </w:r>
        <w:r w:rsidRPr="000754EC">
          <w:fldChar w:fldCharType="end"/>
        </w:r>
      </w:p>
      <w:p w14:paraId="72FAB4E5" w14:textId="77777777" w:rsidR="00C956D7" w:rsidRDefault="00C956D7" w:rsidP="005F771F">
        <w:pPr>
          <w:pStyle w:val="SIText"/>
        </w:pPr>
        <w:r w:rsidRPr="000754EC">
          <w:t xml:space="preserve">Template modified on </w:t>
        </w:r>
        <w:r>
          <w:t>15 May 2020</w:t>
        </w:r>
      </w:p>
    </w:sdtContent>
  </w:sdt>
  <w:p w14:paraId="16FAAD14" w14:textId="77777777" w:rsidR="00C956D7" w:rsidRDefault="00C956D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FB1DFC" w14:textId="77777777" w:rsidR="00D7367B" w:rsidRDefault="00D7367B" w:rsidP="00BF3F0A">
      <w:r>
        <w:separator/>
      </w:r>
    </w:p>
    <w:p w14:paraId="14BA2437" w14:textId="77777777" w:rsidR="00D7367B" w:rsidRDefault="00D7367B"/>
  </w:footnote>
  <w:footnote w:type="continuationSeparator" w:id="0">
    <w:p w14:paraId="1F36C8C7" w14:textId="77777777" w:rsidR="00D7367B" w:rsidRDefault="00D7367B" w:rsidP="00BF3F0A">
      <w:r>
        <w:continuationSeparator/>
      </w:r>
    </w:p>
    <w:p w14:paraId="13C13DA8" w14:textId="77777777" w:rsidR="00D7367B" w:rsidRDefault="00D7367B"/>
  </w:footnote>
  <w:footnote w:type="continuationNotice" w:id="1">
    <w:p w14:paraId="48969E5F" w14:textId="77777777" w:rsidR="00D7367B" w:rsidRDefault="00D736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69EFD" w14:textId="4A583581" w:rsidR="00C956D7" w:rsidRPr="0058449A" w:rsidRDefault="00C956D7" w:rsidP="0058449A">
    <w:r w:rsidRPr="0058449A">
      <w:rPr>
        <w:lang w:eastAsia="en-US"/>
      </w:rPr>
      <w:t>AHCBAC301 Conserve forage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3B0"/>
    <w:rsid w:val="000014B9"/>
    <w:rsid w:val="00005A15"/>
    <w:rsid w:val="00006AAB"/>
    <w:rsid w:val="0001108F"/>
    <w:rsid w:val="000115E2"/>
    <w:rsid w:val="000126D0"/>
    <w:rsid w:val="0001296A"/>
    <w:rsid w:val="00014E73"/>
    <w:rsid w:val="00016803"/>
    <w:rsid w:val="00023992"/>
    <w:rsid w:val="000275AE"/>
    <w:rsid w:val="00031807"/>
    <w:rsid w:val="00041E59"/>
    <w:rsid w:val="00052AB9"/>
    <w:rsid w:val="00064BFE"/>
    <w:rsid w:val="00070B3E"/>
    <w:rsid w:val="00071F95"/>
    <w:rsid w:val="000737BB"/>
    <w:rsid w:val="00074E47"/>
    <w:rsid w:val="000754EC"/>
    <w:rsid w:val="0009093B"/>
    <w:rsid w:val="000A5441"/>
    <w:rsid w:val="000B2022"/>
    <w:rsid w:val="000C149A"/>
    <w:rsid w:val="000C224E"/>
    <w:rsid w:val="000D6BAD"/>
    <w:rsid w:val="000E25E6"/>
    <w:rsid w:val="000E2C86"/>
    <w:rsid w:val="000F29F2"/>
    <w:rsid w:val="00101659"/>
    <w:rsid w:val="00105AEA"/>
    <w:rsid w:val="001078BF"/>
    <w:rsid w:val="001322A5"/>
    <w:rsid w:val="00133957"/>
    <w:rsid w:val="001372F6"/>
    <w:rsid w:val="00144385"/>
    <w:rsid w:val="00146EEC"/>
    <w:rsid w:val="00151D55"/>
    <w:rsid w:val="00151D93"/>
    <w:rsid w:val="00156EF3"/>
    <w:rsid w:val="00176E4F"/>
    <w:rsid w:val="00183A61"/>
    <w:rsid w:val="0018546B"/>
    <w:rsid w:val="001945F1"/>
    <w:rsid w:val="00196DC6"/>
    <w:rsid w:val="001A6A3E"/>
    <w:rsid w:val="001A7B6D"/>
    <w:rsid w:val="001B34D5"/>
    <w:rsid w:val="001B513A"/>
    <w:rsid w:val="001C0A75"/>
    <w:rsid w:val="001C1306"/>
    <w:rsid w:val="001D30EB"/>
    <w:rsid w:val="001D52C2"/>
    <w:rsid w:val="001D5C1B"/>
    <w:rsid w:val="001D7F5B"/>
    <w:rsid w:val="001E0849"/>
    <w:rsid w:val="001E16BC"/>
    <w:rsid w:val="001E16DF"/>
    <w:rsid w:val="001E2475"/>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D7773"/>
    <w:rsid w:val="002E170C"/>
    <w:rsid w:val="002E193E"/>
    <w:rsid w:val="00305EFF"/>
    <w:rsid w:val="00310A6A"/>
    <w:rsid w:val="003144E6"/>
    <w:rsid w:val="00326ABD"/>
    <w:rsid w:val="00337E82"/>
    <w:rsid w:val="00346FDC"/>
    <w:rsid w:val="00350BB1"/>
    <w:rsid w:val="003529B1"/>
    <w:rsid w:val="00352C83"/>
    <w:rsid w:val="00366805"/>
    <w:rsid w:val="0037067D"/>
    <w:rsid w:val="00373436"/>
    <w:rsid w:val="0038735B"/>
    <w:rsid w:val="003916D1"/>
    <w:rsid w:val="00394C90"/>
    <w:rsid w:val="003A21F0"/>
    <w:rsid w:val="003A277F"/>
    <w:rsid w:val="003A58BA"/>
    <w:rsid w:val="003A5AE7"/>
    <w:rsid w:val="003A7221"/>
    <w:rsid w:val="003B3493"/>
    <w:rsid w:val="003B370C"/>
    <w:rsid w:val="003C13AE"/>
    <w:rsid w:val="003C46ED"/>
    <w:rsid w:val="003C7152"/>
    <w:rsid w:val="003D2E73"/>
    <w:rsid w:val="003E72B6"/>
    <w:rsid w:val="003E7BBE"/>
    <w:rsid w:val="004127E3"/>
    <w:rsid w:val="0043212E"/>
    <w:rsid w:val="00434366"/>
    <w:rsid w:val="00434ECE"/>
    <w:rsid w:val="00444423"/>
    <w:rsid w:val="00452F3E"/>
    <w:rsid w:val="0045436C"/>
    <w:rsid w:val="004574D8"/>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2A2"/>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84495"/>
    <w:rsid w:val="0058449A"/>
    <w:rsid w:val="00586D6B"/>
    <w:rsid w:val="005A1D70"/>
    <w:rsid w:val="005A3AA5"/>
    <w:rsid w:val="005A6C9C"/>
    <w:rsid w:val="005A74DC"/>
    <w:rsid w:val="005B2F70"/>
    <w:rsid w:val="005B5146"/>
    <w:rsid w:val="005B7490"/>
    <w:rsid w:val="005D1AFD"/>
    <w:rsid w:val="005E51E6"/>
    <w:rsid w:val="005F027A"/>
    <w:rsid w:val="005F33CC"/>
    <w:rsid w:val="005F771F"/>
    <w:rsid w:val="00601B0B"/>
    <w:rsid w:val="006121D4"/>
    <w:rsid w:val="00613B49"/>
    <w:rsid w:val="00616845"/>
    <w:rsid w:val="00620E8E"/>
    <w:rsid w:val="00630DD9"/>
    <w:rsid w:val="00633CFE"/>
    <w:rsid w:val="00634FCA"/>
    <w:rsid w:val="00643D1B"/>
    <w:rsid w:val="006452B8"/>
    <w:rsid w:val="00652E62"/>
    <w:rsid w:val="006621BA"/>
    <w:rsid w:val="00686A49"/>
    <w:rsid w:val="00687B62"/>
    <w:rsid w:val="00690C44"/>
    <w:rsid w:val="006969D9"/>
    <w:rsid w:val="006A2B68"/>
    <w:rsid w:val="006B019B"/>
    <w:rsid w:val="006C2F32"/>
    <w:rsid w:val="006C4992"/>
    <w:rsid w:val="006D1AF9"/>
    <w:rsid w:val="006D38C3"/>
    <w:rsid w:val="006D4448"/>
    <w:rsid w:val="006D6DFD"/>
    <w:rsid w:val="006E2C4D"/>
    <w:rsid w:val="006E42FE"/>
    <w:rsid w:val="006F0D02"/>
    <w:rsid w:val="006F10FE"/>
    <w:rsid w:val="006F3622"/>
    <w:rsid w:val="006F7B14"/>
    <w:rsid w:val="00705EEC"/>
    <w:rsid w:val="00707741"/>
    <w:rsid w:val="00712A82"/>
    <w:rsid w:val="007134FE"/>
    <w:rsid w:val="00715794"/>
    <w:rsid w:val="00717385"/>
    <w:rsid w:val="00722769"/>
    <w:rsid w:val="00727901"/>
    <w:rsid w:val="0073075B"/>
    <w:rsid w:val="0073404B"/>
    <w:rsid w:val="007341FF"/>
    <w:rsid w:val="007404E9"/>
    <w:rsid w:val="007444CF"/>
    <w:rsid w:val="00752C75"/>
    <w:rsid w:val="00756458"/>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0A0E"/>
    <w:rsid w:val="00816043"/>
    <w:rsid w:val="00817D51"/>
    <w:rsid w:val="00823530"/>
    <w:rsid w:val="00823FF4"/>
    <w:rsid w:val="00830267"/>
    <w:rsid w:val="008306E7"/>
    <w:rsid w:val="008322BE"/>
    <w:rsid w:val="00834BC8"/>
    <w:rsid w:val="00837FD6"/>
    <w:rsid w:val="008405AB"/>
    <w:rsid w:val="00847B60"/>
    <w:rsid w:val="00850243"/>
    <w:rsid w:val="00851BE5"/>
    <w:rsid w:val="008545EB"/>
    <w:rsid w:val="00865011"/>
    <w:rsid w:val="00886790"/>
    <w:rsid w:val="008908DE"/>
    <w:rsid w:val="008A12ED"/>
    <w:rsid w:val="008A39D3"/>
    <w:rsid w:val="008A6C1D"/>
    <w:rsid w:val="008B1E52"/>
    <w:rsid w:val="008B2C77"/>
    <w:rsid w:val="008B4AD2"/>
    <w:rsid w:val="008B7138"/>
    <w:rsid w:val="008E260C"/>
    <w:rsid w:val="008E39BE"/>
    <w:rsid w:val="008E62EC"/>
    <w:rsid w:val="008F32F6"/>
    <w:rsid w:val="00911F6D"/>
    <w:rsid w:val="00916CD7"/>
    <w:rsid w:val="00920927"/>
    <w:rsid w:val="00921B38"/>
    <w:rsid w:val="00923720"/>
    <w:rsid w:val="009278C9"/>
    <w:rsid w:val="00932CD7"/>
    <w:rsid w:val="009356FB"/>
    <w:rsid w:val="00944C09"/>
    <w:rsid w:val="009527CB"/>
    <w:rsid w:val="00953835"/>
    <w:rsid w:val="00960F6C"/>
    <w:rsid w:val="00970747"/>
    <w:rsid w:val="00997BFC"/>
    <w:rsid w:val="009A3887"/>
    <w:rsid w:val="009A5900"/>
    <w:rsid w:val="009A6E6C"/>
    <w:rsid w:val="009A6F3F"/>
    <w:rsid w:val="009A71BE"/>
    <w:rsid w:val="009B331A"/>
    <w:rsid w:val="009B67A0"/>
    <w:rsid w:val="009C2650"/>
    <w:rsid w:val="009C4D6F"/>
    <w:rsid w:val="009D15E2"/>
    <w:rsid w:val="009D15FE"/>
    <w:rsid w:val="009D5D2C"/>
    <w:rsid w:val="009F0DCC"/>
    <w:rsid w:val="009F11CA"/>
    <w:rsid w:val="00A0695B"/>
    <w:rsid w:val="00A13052"/>
    <w:rsid w:val="00A174F4"/>
    <w:rsid w:val="00A216A8"/>
    <w:rsid w:val="00A223A6"/>
    <w:rsid w:val="00A30CAE"/>
    <w:rsid w:val="00A3639E"/>
    <w:rsid w:val="00A456B5"/>
    <w:rsid w:val="00A5092E"/>
    <w:rsid w:val="00A54C89"/>
    <w:rsid w:val="00A554D6"/>
    <w:rsid w:val="00A56E14"/>
    <w:rsid w:val="00A6476B"/>
    <w:rsid w:val="00A71800"/>
    <w:rsid w:val="00A76C6C"/>
    <w:rsid w:val="00A87356"/>
    <w:rsid w:val="00A92DD1"/>
    <w:rsid w:val="00AA5338"/>
    <w:rsid w:val="00AB1B8E"/>
    <w:rsid w:val="00AB3EC1"/>
    <w:rsid w:val="00AB46DE"/>
    <w:rsid w:val="00AB51ED"/>
    <w:rsid w:val="00AC0696"/>
    <w:rsid w:val="00AC4C98"/>
    <w:rsid w:val="00AC5F6B"/>
    <w:rsid w:val="00AD3896"/>
    <w:rsid w:val="00AD5B47"/>
    <w:rsid w:val="00AE1ED9"/>
    <w:rsid w:val="00AE32CB"/>
    <w:rsid w:val="00AE41B9"/>
    <w:rsid w:val="00AF3957"/>
    <w:rsid w:val="00AF755F"/>
    <w:rsid w:val="00B0712C"/>
    <w:rsid w:val="00B12013"/>
    <w:rsid w:val="00B22C67"/>
    <w:rsid w:val="00B234B7"/>
    <w:rsid w:val="00B3508F"/>
    <w:rsid w:val="00B443EE"/>
    <w:rsid w:val="00B560C8"/>
    <w:rsid w:val="00B61150"/>
    <w:rsid w:val="00B61EDA"/>
    <w:rsid w:val="00B63943"/>
    <w:rsid w:val="00B65BC7"/>
    <w:rsid w:val="00B746B9"/>
    <w:rsid w:val="00B81DCF"/>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322F3"/>
    <w:rsid w:val="00C5347E"/>
    <w:rsid w:val="00C578E9"/>
    <w:rsid w:val="00C70626"/>
    <w:rsid w:val="00C71E57"/>
    <w:rsid w:val="00C72860"/>
    <w:rsid w:val="00C73582"/>
    <w:rsid w:val="00C73B90"/>
    <w:rsid w:val="00C742EC"/>
    <w:rsid w:val="00C951FC"/>
    <w:rsid w:val="00C956D7"/>
    <w:rsid w:val="00C96AF3"/>
    <w:rsid w:val="00C97CCC"/>
    <w:rsid w:val="00CA0274"/>
    <w:rsid w:val="00CA139A"/>
    <w:rsid w:val="00CB0333"/>
    <w:rsid w:val="00CB746F"/>
    <w:rsid w:val="00CC40D8"/>
    <w:rsid w:val="00CC451E"/>
    <w:rsid w:val="00CD4E9D"/>
    <w:rsid w:val="00CD4F4D"/>
    <w:rsid w:val="00CE7D19"/>
    <w:rsid w:val="00CF0CF5"/>
    <w:rsid w:val="00CF2B3E"/>
    <w:rsid w:val="00D0201F"/>
    <w:rsid w:val="00D03685"/>
    <w:rsid w:val="00D0551A"/>
    <w:rsid w:val="00D07D4E"/>
    <w:rsid w:val="00D115AA"/>
    <w:rsid w:val="00D145BE"/>
    <w:rsid w:val="00D2035A"/>
    <w:rsid w:val="00D20C57"/>
    <w:rsid w:val="00D25D16"/>
    <w:rsid w:val="00D32124"/>
    <w:rsid w:val="00D451EF"/>
    <w:rsid w:val="00D54C76"/>
    <w:rsid w:val="00D632BB"/>
    <w:rsid w:val="00D71E43"/>
    <w:rsid w:val="00D727F3"/>
    <w:rsid w:val="00D7367B"/>
    <w:rsid w:val="00D73695"/>
    <w:rsid w:val="00D810DE"/>
    <w:rsid w:val="00D87D32"/>
    <w:rsid w:val="00D91188"/>
    <w:rsid w:val="00D92C83"/>
    <w:rsid w:val="00D95191"/>
    <w:rsid w:val="00DA0A81"/>
    <w:rsid w:val="00DA3C10"/>
    <w:rsid w:val="00DA53B5"/>
    <w:rsid w:val="00DA54B5"/>
    <w:rsid w:val="00DA7DE6"/>
    <w:rsid w:val="00DC1D69"/>
    <w:rsid w:val="00DC5A3A"/>
    <w:rsid w:val="00DD0726"/>
    <w:rsid w:val="00DE489B"/>
    <w:rsid w:val="00E238E6"/>
    <w:rsid w:val="00E34CD8"/>
    <w:rsid w:val="00E35064"/>
    <w:rsid w:val="00E3681D"/>
    <w:rsid w:val="00E40225"/>
    <w:rsid w:val="00E501F0"/>
    <w:rsid w:val="00E51BEE"/>
    <w:rsid w:val="00E6166D"/>
    <w:rsid w:val="00E91BFF"/>
    <w:rsid w:val="00E92933"/>
    <w:rsid w:val="00E933B0"/>
    <w:rsid w:val="00E94FAD"/>
    <w:rsid w:val="00E95498"/>
    <w:rsid w:val="00EB0AA4"/>
    <w:rsid w:val="00EB5C88"/>
    <w:rsid w:val="00EC0469"/>
    <w:rsid w:val="00EC0C3E"/>
    <w:rsid w:val="00EC37D7"/>
    <w:rsid w:val="00EF01F8"/>
    <w:rsid w:val="00EF3268"/>
    <w:rsid w:val="00EF40EF"/>
    <w:rsid w:val="00EF47FE"/>
    <w:rsid w:val="00F069BD"/>
    <w:rsid w:val="00F1480E"/>
    <w:rsid w:val="00F1497D"/>
    <w:rsid w:val="00F16AAC"/>
    <w:rsid w:val="00F30A93"/>
    <w:rsid w:val="00F30C7D"/>
    <w:rsid w:val="00F33FF2"/>
    <w:rsid w:val="00F406E4"/>
    <w:rsid w:val="00F438FC"/>
    <w:rsid w:val="00F5518E"/>
    <w:rsid w:val="00F5616F"/>
    <w:rsid w:val="00F56451"/>
    <w:rsid w:val="00F56827"/>
    <w:rsid w:val="00F62866"/>
    <w:rsid w:val="00F65EF0"/>
    <w:rsid w:val="00F71651"/>
    <w:rsid w:val="00F76191"/>
    <w:rsid w:val="00F76CC6"/>
    <w:rsid w:val="00F8149F"/>
    <w:rsid w:val="00F83D7C"/>
    <w:rsid w:val="00FB232E"/>
    <w:rsid w:val="00FD16E8"/>
    <w:rsid w:val="00FD557D"/>
    <w:rsid w:val="00FE0282"/>
    <w:rsid w:val="00FE1068"/>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locked/>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E933B0"/>
    <w:rPr>
      <w:color w:val="605E5C"/>
      <w:shd w:val="clear" w:color="auto" w:fill="E1DFDD"/>
    </w:rPr>
  </w:style>
  <w:style w:type="paragraph" w:styleId="Revision">
    <w:name w:val="Revision"/>
    <w:hidden/>
    <w:uiPriority w:val="99"/>
    <w:semiHidden/>
    <w:rsid w:val="00601B0B"/>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04234257">
      <w:bodyDiv w:val="1"/>
      <w:marLeft w:val="0"/>
      <w:marRight w:val="0"/>
      <w:marTop w:val="0"/>
      <w:marBottom w:val="0"/>
      <w:divBdr>
        <w:top w:val="none" w:sz="0" w:space="0" w:color="auto"/>
        <w:left w:val="none" w:sz="0" w:space="0" w:color="auto"/>
        <w:bottom w:val="none" w:sz="0" w:space="0" w:color="auto"/>
        <w:right w:val="none" w:sz="0" w:space="0" w:color="auto"/>
      </w:divBdr>
    </w:div>
    <w:div w:id="195300523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hyperlink" Target="https://vetnet.gov.au/Pages/TrainingDocs.aspx?q=c6399549-9c62-4a5e-bf1a-524b2322cf72"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F6056020D1FDA46BE533C193AFD5389" ma:contentTypeVersion="" ma:contentTypeDescription="Create a new document." ma:contentTypeScope="" ma:versionID="d634ec6fecb7b636232734d4b60e2409">
  <xsd:schema xmlns:xsd="http://www.w3.org/2001/XMLSchema" xmlns:xs="http://www.w3.org/2001/XMLSchema" xmlns:p="http://schemas.microsoft.com/office/2006/metadata/properties" xmlns:ns1="http://schemas.microsoft.com/sharepoint/v3" xmlns:ns2="d50bbff7-d6dd-47d2-864a-cfdc2c3db0f4" xmlns:ns3="f2d889b2-4198-463b-a884-892451515567" targetNamespace="http://schemas.microsoft.com/office/2006/metadata/properties" ma:root="true" ma:fieldsID="969ba2d2528162b10ed779b9af2dad1e" ns1:_="" ns2:_="" ns3:_="">
    <xsd:import namespace="http://schemas.microsoft.com/sharepoint/v3"/>
    <xsd:import namespace="d50bbff7-d6dd-47d2-864a-cfdc2c3db0f4"/>
    <xsd:import namespace="f2d889b2-4198-463b-a884-89245151556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d889b2-4198-463b-a884-89245151556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D1214FC9-3FD6-4F13-B598-02B3C5388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d889b2-4198-463b-a884-8924515155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973BBC1F-58D1-4100-A8EC-EFF598F26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243</TotalTime>
  <Pages>4</Pages>
  <Words>1187</Words>
  <Characters>6766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30</cp:revision>
  <cp:lastPrinted>2016-05-27T05:21:00Z</cp:lastPrinted>
  <dcterms:created xsi:type="dcterms:W3CDTF">2020-12-10T22:18:00Z</dcterms:created>
  <dcterms:modified xsi:type="dcterms:W3CDTF">2021-01-20T06:29:00Z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0x0101005F6056020D1FDA46BE533C193AFD5389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